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72EF7F" w14:textId="77777777" w:rsidR="002D5F5A" w:rsidRPr="00C0670A" w:rsidRDefault="008521AC" w:rsidP="002D5F5A">
      <w:pPr>
        <w:pStyle w:val="Absenderzeile"/>
        <w:rPr>
          <w:rFonts w:ascii="Candara" w:hAnsi="Candara" w:cstheme="majorHAnsi"/>
          <w:sz w:val="20"/>
          <w:szCs w:val="20"/>
          <w:u w:val="none"/>
        </w:rPr>
      </w:pPr>
      <w:r w:rsidRPr="00C0670A">
        <w:rPr>
          <w:rFonts w:ascii="Candara" w:hAnsi="Candara" w:cstheme="majorHAnsi"/>
          <w:sz w:val="20"/>
          <w:szCs w:val="20"/>
          <w:u w:val="none"/>
        </w:rPr>
        <w:t>Förderverein Jonathan Garbely „FVJG“</w:t>
      </w:r>
    </w:p>
    <w:p w14:paraId="195A8AF2" w14:textId="77777777" w:rsidR="008521AC" w:rsidRPr="00C0670A" w:rsidRDefault="008521AC" w:rsidP="009B4FDC">
      <w:pPr>
        <w:rPr>
          <w:rFonts w:ascii="Candara" w:hAnsi="Candara" w:cstheme="majorHAnsi"/>
        </w:rPr>
      </w:pPr>
    </w:p>
    <w:p w14:paraId="13911911" w14:textId="1BC13120" w:rsidR="00F20E98" w:rsidRPr="00C0670A" w:rsidRDefault="00F20E98" w:rsidP="009B4FDC">
      <w:pPr>
        <w:rPr>
          <w:rFonts w:ascii="Candara" w:hAnsi="Candara" w:cstheme="majorHAnsi"/>
          <w:sz w:val="24"/>
          <w:szCs w:val="24"/>
        </w:rPr>
      </w:pPr>
      <w:r w:rsidRPr="00C0670A">
        <w:rPr>
          <w:rFonts w:ascii="Candara" w:hAnsi="Candara" w:cstheme="majorHAnsi"/>
          <w:sz w:val="24"/>
          <w:szCs w:val="24"/>
        </w:rPr>
        <w:t xml:space="preserve">Oberkirch, </w:t>
      </w:r>
      <w:r w:rsidR="009C0B04" w:rsidRPr="00C0670A">
        <w:rPr>
          <w:rFonts w:ascii="Candara" w:hAnsi="Candara" w:cstheme="majorHAnsi"/>
          <w:sz w:val="24"/>
          <w:szCs w:val="24"/>
        </w:rPr>
        <w:t>30. Mai</w:t>
      </w:r>
      <w:r w:rsidRPr="00C0670A">
        <w:rPr>
          <w:rFonts w:ascii="Candara" w:hAnsi="Candara" w:cstheme="majorHAnsi"/>
          <w:sz w:val="24"/>
          <w:szCs w:val="24"/>
        </w:rPr>
        <w:t xml:space="preserve"> 2020</w:t>
      </w:r>
    </w:p>
    <w:p w14:paraId="4191150B" w14:textId="77777777" w:rsidR="008521AC" w:rsidRPr="00C0670A" w:rsidRDefault="008521AC" w:rsidP="009B4FDC">
      <w:pPr>
        <w:rPr>
          <w:rFonts w:ascii="Candara" w:hAnsi="Candara" w:cstheme="majorHAnsi"/>
        </w:rPr>
      </w:pPr>
    </w:p>
    <w:p w14:paraId="75E12A7F" w14:textId="10A360AF" w:rsidR="008521AC" w:rsidRPr="00C0670A" w:rsidRDefault="00D8101D" w:rsidP="009B4FDC">
      <w:pPr>
        <w:rPr>
          <w:rFonts w:ascii="Candara" w:hAnsi="Candara" w:cstheme="majorHAnsi"/>
          <w:sz w:val="28"/>
          <w:szCs w:val="28"/>
        </w:rPr>
      </w:pPr>
      <w:r w:rsidRPr="00C0670A">
        <w:rPr>
          <w:rFonts w:ascii="Candara" w:hAnsi="Candara" w:cstheme="majorHAnsi"/>
          <w:sz w:val="28"/>
          <w:szCs w:val="28"/>
        </w:rPr>
        <w:t xml:space="preserve">Einladung zur Gründungsversammlung Förderverein </w:t>
      </w:r>
      <w:r w:rsidR="003D3CD2" w:rsidRPr="00C0670A">
        <w:rPr>
          <w:rFonts w:ascii="Candara" w:hAnsi="Candara" w:cstheme="majorHAnsi"/>
          <w:sz w:val="28"/>
          <w:szCs w:val="28"/>
        </w:rPr>
        <w:t>Jonathan Garbely „FVJG“</w:t>
      </w:r>
    </w:p>
    <w:p w14:paraId="5A2852BB" w14:textId="6E650E71" w:rsidR="008521AC" w:rsidRPr="00C0670A" w:rsidRDefault="00AA574E" w:rsidP="009B4FDC">
      <w:pPr>
        <w:rPr>
          <w:rFonts w:ascii="Candara" w:hAnsi="Candara" w:cstheme="majorHAnsi"/>
          <w:sz w:val="28"/>
          <w:szCs w:val="28"/>
        </w:rPr>
      </w:pPr>
      <w:r w:rsidRPr="00C0670A">
        <w:rPr>
          <w:rFonts w:ascii="Candara" w:hAnsi="Candara" w:cstheme="majorHAnsi"/>
          <w:sz w:val="28"/>
          <w:szCs w:val="28"/>
        </w:rPr>
        <w:t>Beitritt zum Förderverein</w:t>
      </w:r>
      <w:r w:rsidR="00283076" w:rsidRPr="00C0670A">
        <w:rPr>
          <w:rFonts w:ascii="Candara" w:hAnsi="Candara" w:cstheme="majorHAnsi"/>
          <w:sz w:val="28"/>
          <w:szCs w:val="28"/>
        </w:rPr>
        <w:t xml:space="preserve"> Jonathan Garbely „FVJG“</w:t>
      </w:r>
    </w:p>
    <w:p w14:paraId="45528801" w14:textId="77777777" w:rsidR="00AA574E" w:rsidRPr="00C0670A" w:rsidRDefault="00AA574E" w:rsidP="009B4FDC">
      <w:pPr>
        <w:rPr>
          <w:rFonts w:ascii="Candara" w:hAnsi="Candara" w:cstheme="majorHAnsi"/>
          <w:sz w:val="24"/>
          <w:szCs w:val="24"/>
        </w:rPr>
      </w:pPr>
    </w:p>
    <w:p w14:paraId="471359CF" w14:textId="1FD83AC0" w:rsidR="008521AC" w:rsidRPr="00C0670A" w:rsidRDefault="008521AC" w:rsidP="009B4FDC">
      <w:pPr>
        <w:rPr>
          <w:rFonts w:ascii="Candara" w:hAnsi="Candara" w:cstheme="majorHAnsi"/>
          <w:sz w:val="28"/>
          <w:szCs w:val="28"/>
        </w:rPr>
      </w:pPr>
      <w:r w:rsidRPr="00C0670A">
        <w:rPr>
          <w:rFonts w:ascii="Candara" w:hAnsi="Candara" w:cstheme="majorHAnsi"/>
          <w:sz w:val="28"/>
          <w:szCs w:val="28"/>
        </w:rPr>
        <w:t>Liebe Freunde, Bekannte und Fans von Jonathan Garbely</w:t>
      </w:r>
    </w:p>
    <w:p w14:paraId="0A38674F" w14:textId="77777777" w:rsidR="00AA574E" w:rsidRPr="00C0670A" w:rsidRDefault="00AA574E" w:rsidP="009B4FDC">
      <w:pPr>
        <w:rPr>
          <w:rFonts w:ascii="Candara" w:hAnsi="Candara" w:cstheme="majorHAnsi"/>
          <w:sz w:val="24"/>
          <w:szCs w:val="24"/>
        </w:rPr>
      </w:pPr>
    </w:p>
    <w:p w14:paraId="4C6927E6" w14:textId="1CC2E84E" w:rsidR="009B4FDC" w:rsidRPr="00C0670A" w:rsidRDefault="004E429A" w:rsidP="009B4FDC">
      <w:pPr>
        <w:rPr>
          <w:rFonts w:ascii="Candara" w:hAnsi="Candara" w:cstheme="majorHAnsi"/>
          <w:sz w:val="24"/>
          <w:szCs w:val="24"/>
        </w:rPr>
      </w:pPr>
      <w:r w:rsidRPr="00C0670A">
        <w:rPr>
          <w:rFonts w:ascii="Candara" w:hAnsi="Candara" w:cstheme="majorHAnsi"/>
          <w:sz w:val="24"/>
          <w:szCs w:val="24"/>
        </w:rPr>
        <w:t>Im</w:t>
      </w:r>
      <w:r w:rsidR="00A57E18" w:rsidRPr="00C0670A">
        <w:rPr>
          <w:rFonts w:ascii="Candara" w:hAnsi="Candara" w:cstheme="majorHAnsi"/>
          <w:sz w:val="24"/>
          <w:szCs w:val="24"/>
        </w:rPr>
        <w:t xml:space="preserve"> letzten Jahr hat Andreas Starla</w:t>
      </w:r>
      <w:r w:rsidRPr="00C0670A">
        <w:rPr>
          <w:rFonts w:ascii="Candara" w:hAnsi="Candara" w:cstheme="majorHAnsi"/>
          <w:sz w:val="24"/>
          <w:szCs w:val="24"/>
        </w:rPr>
        <w:t xml:space="preserve">y den Gönnerclub zu Gunsten von Jonathan Garbely initialisiert. </w:t>
      </w:r>
      <w:r w:rsidR="00A00A0C" w:rsidRPr="00C0670A">
        <w:rPr>
          <w:rFonts w:ascii="Candara" w:hAnsi="Candara" w:cstheme="majorHAnsi"/>
          <w:sz w:val="24"/>
          <w:szCs w:val="24"/>
        </w:rPr>
        <w:t xml:space="preserve">Aus privaten Gründen kann er sich nicht mehr engagieren. Aus diesem Grund haben wir uns entschieden, das begonnene </w:t>
      </w:r>
      <w:r w:rsidR="00D8101D" w:rsidRPr="00C0670A">
        <w:rPr>
          <w:rFonts w:ascii="Candara" w:hAnsi="Candara" w:cstheme="majorHAnsi"/>
          <w:sz w:val="24"/>
          <w:szCs w:val="24"/>
        </w:rPr>
        <w:t xml:space="preserve">Projekt </w:t>
      </w:r>
      <w:r w:rsidR="00A00A0C" w:rsidRPr="00C0670A">
        <w:rPr>
          <w:rFonts w:ascii="Candara" w:hAnsi="Candara" w:cstheme="majorHAnsi"/>
          <w:sz w:val="24"/>
          <w:szCs w:val="24"/>
        </w:rPr>
        <w:t>fortzuführen. Wir haben uns deshalb e</w:t>
      </w:r>
      <w:r w:rsidR="009C0B04" w:rsidRPr="00C0670A">
        <w:rPr>
          <w:rFonts w:ascii="Candara" w:hAnsi="Candara" w:cstheme="majorHAnsi"/>
          <w:sz w:val="24"/>
          <w:szCs w:val="24"/>
        </w:rPr>
        <w:t>ntschieden, am 11. Juni</w:t>
      </w:r>
      <w:r w:rsidR="00615006" w:rsidRPr="00C0670A">
        <w:rPr>
          <w:rFonts w:ascii="Candara" w:hAnsi="Candara" w:cstheme="majorHAnsi"/>
          <w:sz w:val="24"/>
          <w:szCs w:val="24"/>
        </w:rPr>
        <w:t xml:space="preserve"> 2020, </w:t>
      </w:r>
      <w:r w:rsidR="00A00A0C" w:rsidRPr="00C0670A">
        <w:rPr>
          <w:rFonts w:ascii="Candara" w:hAnsi="Candara" w:cstheme="majorHAnsi"/>
          <w:sz w:val="24"/>
          <w:szCs w:val="24"/>
        </w:rPr>
        <w:t xml:space="preserve">einen Förderverein Jonathan Garbely „FVJG“ </w:t>
      </w:r>
      <w:r w:rsidR="00013CAB" w:rsidRPr="00C0670A">
        <w:rPr>
          <w:rFonts w:ascii="Candara" w:hAnsi="Candara" w:cstheme="majorHAnsi"/>
          <w:sz w:val="24"/>
          <w:szCs w:val="24"/>
        </w:rPr>
        <w:t xml:space="preserve">mit den entsprechenden Statuten </w:t>
      </w:r>
      <w:r w:rsidR="00A00A0C" w:rsidRPr="00C0670A">
        <w:rPr>
          <w:rFonts w:ascii="Candara" w:hAnsi="Candara" w:cstheme="majorHAnsi"/>
          <w:sz w:val="24"/>
          <w:szCs w:val="24"/>
        </w:rPr>
        <w:t xml:space="preserve">zu gründen. </w:t>
      </w:r>
    </w:p>
    <w:p w14:paraId="7AB11DCC" w14:textId="77777777" w:rsidR="00977E35" w:rsidRPr="00C0670A" w:rsidRDefault="00977E35" w:rsidP="009B4FDC">
      <w:pPr>
        <w:rPr>
          <w:rFonts w:ascii="Candara" w:hAnsi="Candara" w:cstheme="majorHAnsi"/>
          <w:szCs w:val="20"/>
        </w:rPr>
      </w:pPr>
    </w:p>
    <w:p w14:paraId="3CC0C870" w14:textId="1DADE6AF" w:rsidR="009B4FDC" w:rsidRPr="00C0670A" w:rsidRDefault="009B4FDC" w:rsidP="009B4FDC">
      <w:pPr>
        <w:rPr>
          <w:rFonts w:ascii="Candara" w:hAnsi="Candara" w:cstheme="majorHAnsi"/>
          <w:sz w:val="24"/>
          <w:szCs w:val="24"/>
        </w:rPr>
      </w:pPr>
      <w:r w:rsidRPr="00C0670A">
        <w:rPr>
          <w:rFonts w:ascii="Candara" w:hAnsi="Candara" w:cstheme="majorHAnsi"/>
          <w:sz w:val="24"/>
          <w:szCs w:val="24"/>
        </w:rPr>
        <w:t>Der Verein bezweckt vorwiegend die Unterstützung in finanzieller</w:t>
      </w:r>
      <w:r w:rsidR="00977E35" w:rsidRPr="00C0670A">
        <w:rPr>
          <w:rFonts w:ascii="Candara" w:hAnsi="Candara" w:cstheme="majorHAnsi"/>
          <w:sz w:val="24"/>
          <w:szCs w:val="24"/>
        </w:rPr>
        <w:t>, materieller</w:t>
      </w:r>
      <w:r w:rsidRPr="00C0670A">
        <w:rPr>
          <w:rFonts w:ascii="Candara" w:hAnsi="Candara" w:cstheme="majorHAnsi"/>
          <w:sz w:val="24"/>
          <w:szCs w:val="24"/>
        </w:rPr>
        <w:t xml:space="preserve"> und moralischer Hinsi</w:t>
      </w:r>
      <w:r w:rsidR="00977E35" w:rsidRPr="00C0670A">
        <w:rPr>
          <w:rFonts w:ascii="Candara" w:hAnsi="Candara" w:cstheme="majorHAnsi"/>
          <w:sz w:val="24"/>
          <w:szCs w:val="24"/>
        </w:rPr>
        <w:t>cht, sowie die Förderung des Ge</w:t>
      </w:r>
      <w:r w:rsidRPr="00C0670A">
        <w:rPr>
          <w:rFonts w:ascii="Candara" w:hAnsi="Candara" w:cstheme="majorHAnsi"/>
          <w:sz w:val="24"/>
          <w:szCs w:val="24"/>
        </w:rPr>
        <w:t xml:space="preserve">dankenaustauschs und der Geselligkeit unter den </w:t>
      </w:r>
      <w:r w:rsidR="00977E35" w:rsidRPr="00C0670A">
        <w:rPr>
          <w:rFonts w:ascii="Candara" w:hAnsi="Candara" w:cstheme="majorHAnsi"/>
          <w:sz w:val="24"/>
          <w:szCs w:val="24"/>
        </w:rPr>
        <w:t>Vereinsm</w:t>
      </w:r>
      <w:r w:rsidRPr="00C0670A">
        <w:rPr>
          <w:rFonts w:ascii="Candara" w:hAnsi="Candara" w:cstheme="majorHAnsi"/>
          <w:sz w:val="24"/>
          <w:szCs w:val="24"/>
        </w:rPr>
        <w:t xml:space="preserve">itgliedern. </w:t>
      </w:r>
      <w:r w:rsidR="00977E35" w:rsidRPr="00C0670A">
        <w:rPr>
          <w:rFonts w:ascii="Candara" w:hAnsi="Candara" w:cstheme="majorHAnsi"/>
          <w:sz w:val="24"/>
          <w:szCs w:val="24"/>
        </w:rPr>
        <w:t>Die</w:t>
      </w:r>
      <w:r w:rsidRPr="00C0670A">
        <w:rPr>
          <w:rFonts w:ascii="Candara" w:hAnsi="Candara" w:cstheme="majorHAnsi"/>
          <w:sz w:val="24"/>
          <w:szCs w:val="24"/>
        </w:rPr>
        <w:t xml:space="preserve"> Förderung</w:t>
      </w:r>
      <w:r w:rsidR="00977E35" w:rsidRPr="00C0670A">
        <w:rPr>
          <w:rFonts w:ascii="Candara" w:hAnsi="Candara" w:cstheme="majorHAnsi"/>
          <w:sz w:val="24"/>
          <w:szCs w:val="24"/>
        </w:rPr>
        <w:t xml:space="preserve"> von Jonathan</w:t>
      </w:r>
      <w:r w:rsidRPr="00C0670A">
        <w:rPr>
          <w:rFonts w:ascii="Candara" w:hAnsi="Candara" w:cstheme="majorHAnsi"/>
          <w:sz w:val="24"/>
          <w:szCs w:val="24"/>
        </w:rPr>
        <w:t xml:space="preserve"> </w:t>
      </w:r>
      <w:r w:rsidR="00D8101D" w:rsidRPr="00C0670A">
        <w:rPr>
          <w:rFonts w:ascii="Candara" w:hAnsi="Candara" w:cstheme="majorHAnsi"/>
          <w:sz w:val="24"/>
          <w:szCs w:val="24"/>
        </w:rPr>
        <w:t>beinhaltet</w:t>
      </w:r>
      <w:r w:rsidRPr="00C0670A">
        <w:rPr>
          <w:rFonts w:ascii="Candara" w:hAnsi="Candara" w:cstheme="majorHAnsi"/>
          <w:sz w:val="24"/>
          <w:szCs w:val="24"/>
        </w:rPr>
        <w:t xml:space="preserve"> unter anderem die Finanzierung </w:t>
      </w:r>
      <w:r w:rsidR="00977E35" w:rsidRPr="00C0670A">
        <w:rPr>
          <w:rFonts w:ascii="Candara" w:hAnsi="Candara" w:cstheme="majorHAnsi"/>
          <w:sz w:val="24"/>
          <w:szCs w:val="24"/>
        </w:rPr>
        <w:t xml:space="preserve">von Material, Pro-Stunden, Turnieren, Reisespesen </w:t>
      </w:r>
      <w:r w:rsidR="00D8101D" w:rsidRPr="00C0670A">
        <w:rPr>
          <w:rFonts w:ascii="Candara" w:hAnsi="Candara" w:cstheme="majorHAnsi"/>
          <w:sz w:val="24"/>
          <w:szCs w:val="24"/>
        </w:rPr>
        <w:t>und w</w:t>
      </w:r>
      <w:r w:rsidRPr="00C0670A">
        <w:rPr>
          <w:rFonts w:ascii="Candara" w:hAnsi="Candara" w:cstheme="majorHAnsi"/>
          <w:sz w:val="24"/>
          <w:szCs w:val="24"/>
        </w:rPr>
        <w:t>eitere</w:t>
      </w:r>
      <w:r w:rsidR="00D8101D" w:rsidRPr="00C0670A">
        <w:rPr>
          <w:rFonts w:ascii="Candara" w:hAnsi="Candara" w:cstheme="majorHAnsi"/>
          <w:sz w:val="24"/>
          <w:szCs w:val="24"/>
        </w:rPr>
        <w:t>s</w:t>
      </w:r>
      <w:r w:rsidRPr="00C0670A">
        <w:rPr>
          <w:rFonts w:ascii="Candara" w:hAnsi="Candara" w:cstheme="majorHAnsi"/>
          <w:sz w:val="24"/>
          <w:szCs w:val="24"/>
        </w:rPr>
        <w:t>.</w:t>
      </w:r>
    </w:p>
    <w:p w14:paraId="676E98B1" w14:textId="77777777" w:rsidR="00022DCF" w:rsidRPr="00C0670A" w:rsidRDefault="00022DCF" w:rsidP="009B4FDC">
      <w:pPr>
        <w:rPr>
          <w:rFonts w:ascii="Candara" w:hAnsi="Candara" w:cstheme="majorHAnsi"/>
          <w:szCs w:val="20"/>
        </w:rPr>
      </w:pPr>
    </w:p>
    <w:p w14:paraId="18E4B464" w14:textId="5F6CDDBF" w:rsidR="00022DCF" w:rsidRPr="00C0670A" w:rsidRDefault="005934DB" w:rsidP="009B4FDC">
      <w:pPr>
        <w:rPr>
          <w:rFonts w:ascii="Candara" w:hAnsi="Candara" w:cstheme="majorHAnsi"/>
          <w:sz w:val="24"/>
          <w:szCs w:val="24"/>
        </w:rPr>
      </w:pPr>
      <w:r w:rsidRPr="00C0670A">
        <w:rPr>
          <w:rFonts w:ascii="Candara" w:hAnsi="Candara" w:cstheme="majorHAnsi"/>
          <w:sz w:val="24"/>
          <w:szCs w:val="24"/>
        </w:rPr>
        <w:t>Vorgesehen haben wir drei verschiedene Mitgliedschaftsformen:</w:t>
      </w:r>
    </w:p>
    <w:p w14:paraId="42C01EDD" w14:textId="77777777" w:rsidR="005934DB" w:rsidRPr="00C0670A" w:rsidRDefault="005934DB" w:rsidP="009B4FDC">
      <w:pPr>
        <w:rPr>
          <w:rFonts w:ascii="Candara" w:hAnsi="Candara" w:cstheme="majorHAnsi"/>
          <w:szCs w:val="20"/>
        </w:rPr>
      </w:pPr>
    </w:p>
    <w:p w14:paraId="6E83E3F1" w14:textId="087051FB" w:rsidR="005934DB" w:rsidRPr="00C0670A" w:rsidRDefault="005934DB" w:rsidP="005934DB">
      <w:pPr>
        <w:rPr>
          <w:rFonts w:ascii="Candara" w:hAnsi="Candara" w:cstheme="majorHAnsi"/>
          <w:b/>
          <w:sz w:val="24"/>
          <w:szCs w:val="24"/>
        </w:rPr>
      </w:pPr>
      <w:r w:rsidRPr="00C0670A">
        <w:rPr>
          <w:rFonts w:ascii="Candara" w:hAnsi="Candara" w:cstheme="majorHAnsi"/>
          <w:b/>
          <w:sz w:val="24"/>
          <w:szCs w:val="24"/>
        </w:rPr>
        <w:t>Business-Partner</w:t>
      </w:r>
    </w:p>
    <w:p w14:paraId="63C678C1" w14:textId="04C62BC0" w:rsidR="005934DB" w:rsidRPr="00C0670A" w:rsidRDefault="00D61403" w:rsidP="005934DB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C0670A">
        <w:rPr>
          <w:rFonts w:ascii="Candara" w:hAnsi="Candara" w:cstheme="majorHAnsi"/>
          <w:sz w:val="24"/>
          <w:szCs w:val="24"/>
        </w:rPr>
        <w:t>Du kannst</w:t>
      </w:r>
      <w:r w:rsidR="005934DB" w:rsidRPr="00C0670A">
        <w:rPr>
          <w:rFonts w:ascii="Candara" w:hAnsi="Candara" w:cstheme="majorHAnsi"/>
          <w:sz w:val="24"/>
          <w:szCs w:val="24"/>
        </w:rPr>
        <w:t xml:space="preserve"> an den Vereinsaktivitäten teilnehmen, </w:t>
      </w:r>
      <w:r w:rsidRPr="00C0670A">
        <w:rPr>
          <w:rFonts w:ascii="Candara" w:hAnsi="Candara" w:cstheme="majorHAnsi"/>
          <w:sz w:val="24"/>
          <w:szCs w:val="24"/>
        </w:rPr>
        <w:t>wirst</w:t>
      </w:r>
      <w:r w:rsidR="005934DB" w:rsidRPr="00C0670A">
        <w:rPr>
          <w:rFonts w:ascii="Candara" w:hAnsi="Candara" w:cstheme="majorHAnsi"/>
          <w:sz w:val="24"/>
          <w:szCs w:val="24"/>
        </w:rPr>
        <w:t xml:space="preserve"> zu einem jährlichen Golfturnier eingeladen, </w:t>
      </w:r>
      <w:r w:rsidRPr="00C0670A">
        <w:rPr>
          <w:rFonts w:ascii="Candara" w:hAnsi="Candara" w:cstheme="majorHAnsi"/>
          <w:sz w:val="24"/>
          <w:szCs w:val="24"/>
        </w:rPr>
        <w:t>erhältst</w:t>
      </w:r>
      <w:r w:rsidR="005934DB" w:rsidRPr="00C0670A">
        <w:rPr>
          <w:rFonts w:ascii="Candara" w:hAnsi="Candara" w:cstheme="majorHAnsi"/>
          <w:sz w:val="24"/>
          <w:szCs w:val="24"/>
        </w:rPr>
        <w:t xml:space="preserve"> regelmässige Informationen über Jonathans Werdegang und </w:t>
      </w:r>
      <w:r w:rsidR="009C0B04" w:rsidRPr="00C0670A">
        <w:rPr>
          <w:rFonts w:ascii="Candara" w:hAnsi="Candara" w:cstheme="majorHAnsi"/>
          <w:sz w:val="24"/>
          <w:szCs w:val="24"/>
        </w:rPr>
        <w:t>wirst</w:t>
      </w:r>
      <w:r w:rsidR="005934DB" w:rsidRPr="00C0670A">
        <w:rPr>
          <w:rFonts w:ascii="Candara" w:hAnsi="Candara" w:cstheme="majorHAnsi"/>
          <w:sz w:val="24"/>
          <w:szCs w:val="24"/>
        </w:rPr>
        <w:t xml:space="preserve"> auf der Homepage von Jonathan aufgelistet.</w:t>
      </w:r>
    </w:p>
    <w:p w14:paraId="166EF89F" w14:textId="74EB80D9" w:rsidR="005934DB" w:rsidRPr="00C0670A" w:rsidRDefault="005934DB" w:rsidP="005934DB">
      <w:pPr>
        <w:autoSpaceDE w:val="0"/>
        <w:autoSpaceDN w:val="0"/>
        <w:adjustRightInd w:val="0"/>
        <w:rPr>
          <w:rFonts w:ascii="Candara" w:hAnsi="Candara" w:cstheme="majorHAnsi"/>
          <w:b/>
          <w:sz w:val="24"/>
          <w:szCs w:val="24"/>
        </w:rPr>
      </w:pPr>
      <w:r w:rsidRPr="00C0670A">
        <w:rPr>
          <w:rFonts w:ascii="Candara" w:hAnsi="Candara" w:cstheme="majorHAnsi"/>
          <w:b/>
          <w:sz w:val="24"/>
          <w:szCs w:val="24"/>
        </w:rPr>
        <w:t>Mitgliederbeitrag CHF 600.00</w:t>
      </w:r>
    </w:p>
    <w:p w14:paraId="0F8D34D2" w14:textId="5FE6D11D" w:rsidR="00A57E18" w:rsidRPr="00C0670A" w:rsidRDefault="00A57E18" w:rsidP="00A57E18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C0670A">
        <w:rPr>
          <w:rFonts w:ascii="Candara" w:hAnsi="Candara" w:cstheme="majorHAnsi"/>
          <w:sz w:val="24"/>
          <w:szCs w:val="24"/>
        </w:rPr>
        <w:t>CHF 500.00 z</w:t>
      </w:r>
      <w:r w:rsidR="00D61403" w:rsidRPr="00C0670A">
        <w:rPr>
          <w:rFonts w:ascii="Candara" w:hAnsi="Candara" w:cstheme="majorHAnsi"/>
          <w:sz w:val="24"/>
          <w:szCs w:val="24"/>
        </w:rPr>
        <w:t>u Gunsten</w:t>
      </w:r>
      <w:r w:rsidRPr="00C0670A">
        <w:rPr>
          <w:rFonts w:ascii="Candara" w:hAnsi="Candara" w:cstheme="majorHAnsi"/>
          <w:sz w:val="24"/>
          <w:szCs w:val="24"/>
        </w:rPr>
        <w:t xml:space="preserve"> Jonathan, CHF 100.00 für Vereinsaktivitäten</w:t>
      </w:r>
    </w:p>
    <w:p w14:paraId="64B7934B" w14:textId="77777777" w:rsidR="005934DB" w:rsidRPr="00C0670A" w:rsidRDefault="005934DB" w:rsidP="005934DB">
      <w:pPr>
        <w:autoSpaceDE w:val="0"/>
        <w:autoSpaceDN w:val="0"/>
        <w:adjustRightInd w:val="0"/>
        <w:rPr>
          <w:rFonts w:ascii="Candara" w:hAnsi="Candara" w:cstheme="majorHAnsi"/>
          <w:szCs w:val="20"/>
        </w:rPr>
      </w:pPr>
    </w:p>
    <w:p w14:paraId="28DEEBE8" w14:textId="77777777" w:rsidR="005934DB" w:rsidRPr="00C0670A" w:rsidRDefault="005934DB" w:rsidP="005934DB">
      <w:pPr>
        <w:autoSpaceDE w:val="0"/>
        <w:autoSpaceDN w:val="0"/>
        <w:adjustRightInd w:val="0"/>
        <w:rPr>
          <w:rFonts w:ascii="Candara" w:hAnsi="Candara" w:cstheme="majorHAnsi"/>
          <w:b/>
          <w:sz w:val="24"/>
          <w:szCs w:val="24"/>
        </w:rPr>
      </w:pPr>
      <w:r w:rsidRPr="00C0670A">
        <w:rPr>
          <w:rFonts w:ascii="Candara" w:hAnsi="Candara" w:cstheme="majorHAnsi"/>
          <w:b/>
          <w:sz w:val="24"/>
          <w:szCs w:val="24"/>
        </w:rPr>
        <w:t>Premium-Partner</w:t>
      </w:r>
    </w:p>
    <w:p w14:paraId="554C8179" w14:textId="5E1E44CA" w:rsidR="006722C7" w:rsidRPr="00C0670A" w:rsidRDefault="00D61403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C0670A">
        <w:rPr>
          <w:rFonts w:ascii="Candara" w:hAnsi="Candara" w:cstheme="majorHAnsi"/>
          <w:sz w:val="24"/>
          <w:szCs w:val="24"/>
        </w:rPr>
        <w:t xml:space="preserve">Du kannst </w:t>
      </w:r>
      <w:r w:rsidR="006722C7" w:rsidRPr="00C0670A">
        <w:rPr>
          <w:rFonts w:ascii="Candara" w:hAnsi="Candara" w:cstheme="majorHAnsi"/>
          <w:sz w:val="24"/>
          <w:szCs w:val="24"/>
        </w:rPr>
        <w:t xml:space="preserve">an den Vereinsaktivitäten teilnehmen, </w:t>
      </w:r>
      <w:r w:rsidRPr="00C0670A">
        <w:rPr>
          <w:rFonts w:ascii="Candara" w:hAnsi="Candara" w:cstheme="majorHAnsi"/>
          <w:sz w:val="24"/>
          <w:szCs w:val="24"/>
        </w:rPr>
        <w:t>wirst</w:t>
      </w:r>
      <w:r w:rsidR="006722C7" w:rsidRPr="00C0670A">
        <w:rPr>
          <w:rFonts w:ascii="Candara" w:hAnsi="Candara" w:cstheme="majorHAnsi"/>
          <w:sz w:val="24"/>
          <w:szCs w:val="24"/>
        </w:rPr>
        <w:t xml:space="preserve"> zu einem jährlichen Golfturnier eingeladen, </w:t>
      </w:r>
      <w:r w:rsidRPr="00C0670A">
        <w:rPr>
          <w:rFonts w:ascii="Candara" w:hAnsi="Candara" w:cstheme="majorHAnsi"/>
          <w:sz w:val="24"/>
          <w:szCs w:val="24"/>
        </w:rPr>
        <w:t>erhältst</w:t>
      </w:r>
      <w:r w:rsidR="006722C7" w:rsidRPr="00C0670A">
        <w:rPr>
          <w:rFonts w:ascii="Candara" w:hAnsi="Candara" w:cstheme="majorHAnsi"/>
          <w:sz w:val="24"/>
          <w:szCs w:val="24"/>
        </w:rPr>
        <w:t xml:space="preserve"> regelmässige Informationen über Jonathans</w:t>
      </w:r>
      <w:r w:rsidR="00687218" w:rsidRPr="00C0670A">
        <w:rPr>
          <w:rFonts w:ascii="Candara" w:hAnsi="Candara" w:cstheme="majorHAnsi"/>
          <w:sz w:val="24"/>
          <w:szCs w:val="24"/>
        </w:rPr>
        <w:t xml:space="preserve"> Werdegang</w:t>
      </w:r>
      <w:r w:rsidR="006722C7" w:rsidRPr="00C0670A">
        <w:rPr>
          <w:rFonts w:ascii="Candara" w:hAnsi="Candara" w:cstheme="majorHAnsi"/>
          <w:sz w:val="24"/>
          <w:szCs w:val="24"/>
        </w:rPr>
        <w:t xml:space="preserve"> und </w:t>
      </w:r>
      <w:r w:rsidRPr="00C0670A">
        <w:rPr>
          <w:rFonts w:ascii="Candara" w:hAnsi="Candara" w:cstheme="majorHAnsi"/>
          <w:sz w:val="24"/>
          <w:szCs w:val="24"/>
        </w:rPr>
        <w:t>wirst</w:t>
      </w:r>
      <w:r w:rsidR="006722C7" w:rsidRPr="00C0670A">
        <w:rPr>
          <w:rFonts w:ascii="Candara" w:hAnsi="Candara" w:cstheme="majorHAnsi"/>
          <w:sz w:val="24"/>
          <w:szCs w:val="24"/>
        </w:rPr>
        <w:t xml:space="preserve"> auf der Homepage von Jonathan aufgelistet.</w:t>
      </w:r>
    </w:p>
    <w:p w14:paraId="730FD63F" w14:textId="46DD30B1" w:rsidR="006722C7" w:rsidRPr="00C0670A" w:rsidRDefault="006722C7" w:rsidP="006722C7">
      <w:pPr>
        <w:autoSpaceDE w:val="0"/>
        <w:autoSpaceDN w:val="0"/>
        <w:adjustRightInd w:val="0"/>
        <w:rPr>
          <w:rFonts w:ascii="Candara" w:hAnsi="Candara" w:cstheme="majorHAnsi"/>
          <w:b/>
          <w:sz w:val="24"/>
          <w:szCs w:val="24"/>
        </w:rPr>
      </w:pPr>
      <w:r w:rsidRPr="00C0670A">
        <w:rPr>
          <w:rFonts w:ascii="Candara" w:hAnsi="Candara" w:cstheme="majorHAnsi"/>
          <w:b/>
          <w:sz w:val="24"/>
          <w:szCs w:val="24"/>
        </w:rPr>
        <w:t>Mitgliederbeitrag CHF 300.00</w:t>
      </w:r>
    </w:p>
    <w:p w14:paraId="768880C5" w14:textId="057741AD" w:rsidR="00A57E18" w:rsidRPr="00C0670A" w:rsidRDefault="00C0670A" w:rsidP="00A57E18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>
        <w:rPr>
          <w:rFonts w:ascii="Candara" w:hAnsi="Candara" w:cstheme="majorHAnsi"/>
          <w:sz w:val="24"/>
          <w:szCs w:val="24"/>
        </w:rPr>
        <w:t xml:space="preserve">CHF 250.00 zu Gunsten </w:t>
      </w:r>
      <w:r w:rsidR="00A57E18" w:rsidRPr="00C0670A">
        <w:rPr>
          <w:rFonts w:ascii="Candara" w:hAnsi="Candara" w:cstheme="majorHAnsi"/>
          <w:sz w:val="24"/>
          <w:szCs w:val="24"/>
        </w:rPr>
        <w:t xml:space="preserve">Jonathan, CHF 50.00 für Vereinsaktivitäten </w:t>
      </w:r>
    </w:p>
    <w:p w14:paraId="772E50C3" w14:textId="77777777" w:rsidR="006722C7" w:rsidRPr="00C0670A" w:rsidRDefault="006722C7" w:rsidP="006722C7">
      <w:pPr>
        <w:autoSpaceDE w:val="0"/>
        <w:autoSpaceDN w:val="0"/>
        <w:adjustRightInd w:val="0"/>
        <w:rPr>
          <w:rFonts w:ascii="Candara" w:hAnsi="Candara" w:cstheme="majorHAnsi"/>
          <w:szCs w:val="20"/>
        </w:rPr>
      </w:pPr>
    </w:p>
    <w:p w14:paraId="2EA1C6DA" w14:textId="7E4C42B2" w:rsidR="006722C7" w:rsidRPr="00C0670A" w:rsidRDefault="006722C7" w:rsidP="006722C7">
      <w:pPr>
        <w:autoSpaceDE w:val="0"/>
        <w:autoSpaceDN w:val="0"/>
        <w:adjustRightInd w:val="0"/>
        <w:rPr>
          <w:rFonts w:ascii="Candara" w:hAnsi="Candara" w:cstheme="majorHAnsi"/>
          <w:b/>
          <w:sz w:val="24"/>
          <w:szCs w:val="24"/>
        </w:rPr>
      </w:pPr>
      <w:r w:rsidRPr="00C0670A">
        <w:rPr>
          <w:rFonts w:ascii="Candara" w:hAnsi="Candara" w:cstheme="majorHAnsi"/>
          <w:b/>
          <w:sz w:val="24"/>
          <w:szCs w:val="24"/>
        </w:rPr>
        <w:t>Basis-Partner</w:t>
      </w:r>
    </w:p>
    <w:p w14:paraId="68F3ADEF" w14:textId="6598B6EC" w:rsidR="006722C7" w:rsidRPr="00C0670A" w:rsidRDefault="006722C7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C0670A">
        <w:rPr>
          <w:rFonts w:ascii="Candara" w:hAnsi="Candara" w:cstheme="majorHAnsi"/>
          <w:sz w:val="24"/>
          <w:szCs w:val="24"/>
        </w:rPr>
        <w:t xml:space="preserve">Stimm- und Wahlrecht, kann an allen Vereinsaktivitäten teilnehmen, </w:t>
      </w:r>
      <w:r w:rsidR="00C0670A">
        <w:rPr>
          <w:rFonts w:ascii="Candara" w:hAnsi="Candara" w:cstheme="majorHAnsi"/>
          <w:sz w:val="24"/>
          <w:szCs w:val="24"/>
        </w:rPr>
        <w:t>erhält</w:t>
      </w:r>
      <w:r w:rsidRPr="00C0670A">
        <w:rPr>
          <w:rFonts w:ascii="Candara" w:hAnsi="Candara" w:cstheme="majorHAnsi"/>
          <w:sz w:val="24"/>
          <w:szCs w:val="24"/>
        </w:rPr>
        <w:t xml:space="preserve"> regelmässige Informa</w:t>
      </w:r>
      <w:r w:rsidR="00687218" w:rsidRPr="00C0670A">
        <w:rPr>
          <w:rFonts w:ascii="Candara" w:hAnsi="Candara" w:cstheme="majorHAnsi"/>
          <w:sz w:val="24"/>
          <w:szCs w:val="24"/>
        </w:rPr>
        <w:t>tionen über Jonathans Werdegang</w:t>
      </w:r>
      <w:r w:rsidRPr="00C0670A">
        <w:rPr>
          <w:rFonts w:ascii="Candara" w:hAnsi="Candara" w:cstheme="majorHAnsi"/>
          <w:sz w:val="24"/>
          <w:szCs w:val="24"/>
        </w:rPr>
        <w:t xml:space="preserve"> und </w:t>
      </w:r>
      <w:r w:rsidR="00C0670A">
        <w:rPr>
          <w:rFonts w:ascii="Candara" w:hAnsi="Candara" w:cstheme="majorHAnsi"/>
          <w:sz w:val="24"/>
          <w:szCs w:val="24"/>
        </w:rPr>
        <w:t>wird</w:t>
      </w:r>
      <w:r w:rsidRPr="00C0670A">
        <w:rPr>
          <w:rFonts w:ascii="Candara" w:hAnsi="Candara" w:cstheme="majorHAnsi"/>
          <w:sz w:val="24"/>
          <w:szCs w:val="24"/>
        </w:rPr>
        <w:t xml:space="preserve"> auf der Homepage von Jonathan aufgelistet</w:t>
      </w:r>
    </w:p>
    <w:p w14:paraId="57E04FDC" w14:textId="774337D6" w:rsidR="00D77C03" w:rsidRPr="00C0670A" w:rsidRDefault="00D77C03" w:rsidP="006722C7">
      <w:pPr>
        <w:autoSpaceDE w:val="0"/>
        <w:autoSpaceDN w:val="0"/>
        <w:adjustRightInd w:val="0"/>
        <w:rPr>
          <w:rFonts w:ascii="Candara" w:hAnsi="Candara" w:cstheme="majorHAnsi"/>
          <w:b/>
          <w:sz w:val="24"/>
          <w:szCs w:val="24"/>
        </w:rPr>
      </w:pPr>
      <w:r w:rsidRPr="00C0670A">
        <w:rPr>
          <w:rFonts w:ascii="Candara" w:hAnsi="Candara" w:cstheme="majorHAnsi"/>
          <w:b/>
          <w:sz w:val="24"/>
          <w:szCs w:val="24"/>
        </w:rPr>
        <w:lastRenderedPageBreak/>
        <w:t>Mitgliederbeitrag CHF 100.00</w:t>
      </w:r>
    </w:p>
    <w:p w14:paraId="540C4F18" w14:textId="3ECAE152" w:rsidR="00D77C03" w:rsidRPr="00C0670A" w:rsidRDefault="00A57E18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C0670A">
        <w:rPr>
          <w:rFonts w:ascii="Candara" w:hAnsi="Candara" w:cstheme="majorHAnsi"/>
          <w:sz w:val="24"/>
          <w:szCs w:val="24"/>
        </w:rPr>
        <w:t>100% z</w:t>
      </w:r>
      <w:r w:rsidR="00D61403" w:rsidRPr="00C0670A">
        <w:rPr>
          <w:rFonts w:ascii="Candara" w:hAnsi="Candara" w:cstheme="majorHAnsi"/>
          <w:sz w:val="24"/>
          <w:szCs w:val="24"/>
        </w:rPr>
        <w:t>u Gunsten</w:t>
      </w:r>
      <w:r w:rsidRPr="00C0670A">
        <w:rPr>
          <w:rFonts w:ascii="Candara" w:hAnsi="Candara" w:cstheme="majorHAnsi"/>
          <w:sz w:val="24"/>
          <w:szCs w:val="24"/>
        </w:rPr>
        <w:t xml:space="preserve"> Jonathan</w:t>
      </w:r>
    </w:p>
    <w:p w14:paraId="0832EF51" w14:textId="77777777" w:rsidR="00D61403" w:rsidRPr="00C0670A" w:rsidRDefault="00D61403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</w:p>
    <w:p w14:paraId="419C6E44" w14:textId="77777777" w:rsidR="00732B87" w:rsidRPr="00C0670A" w:rsidRDefault="00732B87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C0670A">
        <w:rPr>
          <w:rFonts w:ascii="Candara" w:hAnsi="Candara" w:cstheme="majorHAnsi"/>
          <w:sz w:val="24"/>
          <w:szCs w:val="24"/>
        </w:rPr>
        <w:t xml:space="preserve">Für den Vorstand Förderverein haben sich folgende Mitglieder zur Verfügung </w:t>
      </w:r>
    </w:p>
    <w:p w14:paraId="7462E3C8" w14:textId="293EF90D" w:rsidR="0073117C" w:rsidRPr="00C0670A" w:rsidRDefault="00732B87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C0670A">
        <w:rPr>
          <w:rFonts w:ascii="Candara" w:hAnsi="Candara" w:cstheme="majorHAnsi"/>
          <w:sz w:val="24"/>
          <w:szCs w:val="24"/>
        </w:rPr>
        <w:t>gestellt:</w:t>
      </w:r>
    </w:p>
    <w:p w14:paraId="6FE53319" w14:textId="77777777" w:rsidR="00732B87" w:rsidRPr="00C0670A" w:rsidRDefault="00732B87" w:rsidP="006722C7">
      <w:pPr>
        <w:autoSpaceDE w:val="0"/>
        <w:autoSpaceDN w:val="0"/>
        <w:adjustRightInd w:val="0"/>
        <w:rPr>
          <w:rFonts w:ascii="Candara" w:hAnsi="Candara" w:cstheme="majorHAnsi"/>
          <w:szCs w:val="20"/>
        </w:rPr>
      </w:pPr>
    </w:p>
    <w:p w14:paraId="2728F8BC" w14:textId="0996821E" w:rsidR="00732B87" w:rsidRPr="00C0670A" w:rsidRDefault="00732B87" w:rsidP="00D61403">
      <w:pPr>
        <w:tabs>
          <w:tab w:val="left" w:pos="2694"/>
        </w:tabs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C0670A">
        <w:rPr>
          <w:rFonts w:ascii="Candara" w:hAnsi="Candara" w:cstheme="majorHAnsi"/>
          <w:sz w:val="24"/>
          <w:szCs w:val="24"/>
        </w:rPr>
        <w:t>Präsident:</w:t>
      </w:r>
      <w:r w:rsidRPr="00C0670A">
        <w:rPr>
          <w:rFonts w:ascii="Candara" w:hAnsi="Candara" w:cstheme="majorHAnsi"/>
          <w:sz w:val="24"/>
          <w:szCs w:val="24"/>
        </w:rPr>
        <w:tab/>
      </w:r>
      <w:r w:rsidRPr="00C0670A">
        <w:rPr>
          <w:rFonts w:ascii="Candara" w:hAnsi="Candara" w:cstheme="majorHAnsi"/>
          <w:sz w:val="24"/>
          <w:szCs w:val="24"/>
        </w:rPr>
        <w:tab/>
        <w:t>Theddy Christen</w:t>
      </w:r>
    </w:p>
    <w:p w14:paraId="12CD1CAC" w14:textId="2EAE5B45" w:rsidR="00732B87" w:rsidRPr="00C0670A" w:rsidRDefault="00732B87" w:rsidP="00D61403">
      <w:pPr>
        <w:tabs>
          <w:tab w:val="left" w:pos="2694"/>
        </w:tabs>
        <w:autoSpaceDE w:val="0"/>
        <w:autoSpaceDN w:val="0"/>
        <w:adjustRightInd w:val="0"/>
        <w:rPr>
          <w:rFonts w:ascii="Candara" w:hAnsi="Candara" w:cstheme="majorHAnsi"/>
          <w:sz w:val="24"/>
          <w:szCs w:val="24"/>
          <w:lang w:val="en-US"/>
        </w:rPr>
      </w:pPr>
      <w:proofErr w:type="spellStart"/>
      <w:r w:rsidRPr="00C0670A">
        <w:rPr>
          <w:rFonts w:ascii="Candara" w:hAnsi="Candara" w:cstheme="majorHAnsi"/>
          <w:sz w:val="24"/>
          <w:szCs w:val="24"/>
          <w:lang w:val="en-US"/>
        </w:rPr>
        <w:t>Vi</w:t>
      </w:r>
      <w:r w:rsidR="00D61403" w:rsidRPr="00C0670A">
        <w:rPr>
          <w:rFonts w:ascii="Candara" w:hAnsi="Candara" w:cstheme="majorHAnsi"/>
          <w:sz w:val="24"/>
          <w:szCs w:val="24"/>
          <w:lang w:val="en-US"/>
        </w:rPr>
        <w:t>z</w:t>
      </w:r>
      <w:r w:rsidRPr="00C0670A">
        <w:rPr>
          <w:rFonts w:ascii="Candara" w:hAnsi="Candara" w:cstheme="majorHAnsi"/>
          <w:sz w:val="24"/>
          <w:szCs w:val="24"/>
          <w:lang w:val="en-US"/>
        </w:rPr>
        <w:t>e-Präsident</w:t>
      </w:r>
      <w:proofErr w:type="spellEnd"/>
      <w:r w:rsidR="00D61403" w:rsidRPr="00C0670A">
        <w:rPr>
          <w:rFonts w:ascii="Candara" w:hAnsi="Candara" w:cstheme="majorHAnsi"/>
          <w:sz w:val="24"/>
          <w:szCs w:val="24"/>
          <w:lang w:val="en-US"/>
        </w:rPr>
        <w:t>/</w:t>
      </w:r>
      <w:proofErr w:type="spellStart"/>
      <w:r w:rsidR="00D61403" w:rsidRPr="00C0670A">
        <w:rPr>
          <w:rFonts w:ascii="Candara" w:hAnsi="Candara" w:cstheme="majorHAnsi"/>
          <w:sz w:val="24"/>
          <w:szCs w:val="24"/>
          <w:lang w:val="en-US"/>
        </w:rPr>
        <w:t>Eventchef</w:t>
      </w:r>
      <w:proofErr w:type="spellEnd"/>
      <w:r w:rsidRPr="00C0670A">
        <w:rPr>
          <w:rFonts w:ascii="Candara" w:hAnsi="Candara" w:cstheme="majorHAnsi"/>
          <w:sz w:val="24"/>
          <w:szCs w:val="24"/>
          <w:lang w:val="en-US"/>
        </w:rPr>
        <w:t>:</w:t>
      </w:r>
      <w:r w:rsidR="00D61403" w:rsidRPr="00C0670A">
        <w:rPr>
          <w:rFonts w:ascii="Candara" w:hAnsi="Candara" w:cstheme="majorHAnsi"/>
          <w:sz w:val="24"/>
          <w:szCs w:val="24"/>
          <w:lang w:val="en-US"/>
        </w:rPr>
        <w:t xml:space="preserve"> </w:t>
      </w:r>
      <w:r w:rsidR="00D61403" w:rsidRPr="00C0670A">
        <w:rPr>
          <w:rFonts w:ascii="Candara" w:hAnsi="Candara" w:cstheme="majorHAnsi"/>
          <w:sz w:val="24"/>
          <w:szCs w:val="24"/>
          <w:lang w:val="en-US"/>
        </w:rPr>
        <w:tab/>
      </w:r>
      <w:r w:rsidR="00C0670A">
        <w:rPr>
          <w:rFonts w:ascii="Candara" w:hAnsi="Candara" w:cstheme="majorHAnsi"/>
          <w:sz w:val="24"/>
          <w:szCs w:val="24"/>
          <w:lang w:val="en-US"/>
        </w:rPr>
        <w:tab/>
      </w:r>
      <w:r w:rsidR="00D61403" w:rsidRPr="00C0670A">
        <w:rPr>
          <w:rFonts w:ascii="Candara" w:hAnsi="Candara" w:cstheme="majorHAnsi"/>
          <w:sz w:val="24"/>
          <w:szCs w:val="24"/>
          <w:lang w:val="en-US"/>
        </w:rPr>
        <w:t>Ingo Marchand</w:t>
      </w:r>
    </w:p>
    <w:p w14:paraId="6E0A6C26" w14:textId="5ED346A6" w:rsidR="00732B87" w:rsidRPr="00C0670A" w:rsidRDefault="00732B87" w:rsidP="00D61403">
      <w:pPr>
        <w:tabs>
          <w:tab w:val="left" w:pos="2694"/>
        </w:tabs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C0670A">
        <w:rPr>
          <w:rFonts w:ascii="Candara" w:hAnsi="Candara" w:cstheme="majorHAnsi"/>
          <w:sz w:val="24"/>
          <w:szCs w:val="24"/>
        </w:rPr>
        <w:t>Finanzen:</w:t>
      </w:r>
      <w:r w:rsidRPr="00C0670A">
        <w:rPr>
          <w:rFonts w:ascii="Candara" w:hAnsi="Candara" w:cstheme="majorHAnsi"/>
          <w:sz w:val="24"/>
          <w:szCs w:val="24"/>
        </w:rPr>
        <w:tab/>
      </w:r>
      <w:r w:rsidRPr="00C0670A">
        <w:rPr>
          <w:rFonts w:ascii="Candara" w:hAnsi="Candara" w:cstheme="majorHAnsi"/>
          <w:sz w:val="24"/>
          <w:szCs w:val="24"/>
        </w:rPr>
        <w:tab/>
        <w:t>Peter Hunziker</w:t>
      </w:r>
    </w:p>
    <w:p w14:paraId="6A4A48BC" w14:textId="17F2515E" w:rsidR="00732B87" w:rsidRPr="00C0670A" w:rsidRDefault="00732B87" w:rsidP="00D61403">
      <w:pPr>
        <w:tabs>
          <w:tab w:val="left" w:pos="2694"/>
        </w:tabs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C0670A">
        <w:rPr>
          <w:rFonts w:ascii="Candara" w:hAnsi="Candara" w:cstheme="majorHAnsi"/>
          <w:sz w:val="24"/>
          <w:szCs w:val="24"/>
        </w:rPr>
        <w:t>Beisitzer:</w:t>
      </w:r>
      <w:r w:rsidRPr="00C0670A">
        <w:rPr>
          <w:rFonts w:ascii="Candara" w:hAnsi="Candara" w:cstheme="majorHAnsi"/>
          <w:sz w:val="24"/>
          <w:szCs w:val="24"/>
        </w:rPr>
        <w:tab/>
      </w:r>
      <w:r w:rsidRPr="00C0670A">
        <w:rPr>
          <w:rFonts w:ascii="Candara" w:hAnsi="Candara" w:cstheme="majorHAnsi"/>
          <w:sz w:val="24"/>
          <w:szCs w:val="24"/>
        </w:rPr>
        <w:tab/>
        <w:t>Reto Garbely</w:t>
      </w:r>
    </w:p>
    <w:p w14:paraId="093191CB" w14:textId="77777777" w:rsidR="00A57E18" w:rsidRPr="00C0670A" w:rsidRDefault="00A57E18" w:rsidP="006722C7">
      <w:pPr>
        <w:autoSpaceDE w:val="0"/>
        <w:autoSpaceDN w:val="0"/>
        <w:adjustRightInd w:val="0"/>
        <w:rPr>
          <w:rFonts w:ascii="Candara" w:hAnsi="Candara" w:cstheme="majorHAnsi"/>
          <w:szCs w:val="20"/>
        </w:rPr>
      </w:pPr>
    </w:p>
    <w:p w14:paraId="13893CD7" w14:textId="6CB231BA" w:rsidR="00441CFD" w:rsidRPr="00C0670A" w:rsidRDefault="00441CFD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C0670A">
        <w:rPr>
          <w:rFonts w:ascii="Candara" w:hAnsi="Candara" w:cstheme="majorHAnsi"/>
          <w:sz w:val="24"/>
          <w:szCs w:val="24"/>
        </w:rPr>
        <w:t xml:space="preserve">Wir würden uns sehr freuen dich als neues Vereinsmitglied zu begrüssen. </w:t>
      </w:r>
      <w:r w:rsidR="00127401" w:rsidRPr="00C0670A">
        <w:rPr>
          <w:rFonts w:ascii="Candara" w:hAnsi="Candara" w:cstheme="majorHAnsi"/>
          <w:sz w:val="24"/>
          <w:szCs w:val="24"/>
        </w:rPr>
        <w:t xml:space="preserve">Die Statuten liegen diesem Schreiben bei. </w:t>
      </w:r>
      <w:r w:rsidRPr="00C0670A">
        <w:rPr>
          <w:rFonts w:ascii="Candara" w:hAnsi="Candara" w:cstheme="majorHAnsi"/>
          <w:sz w:val="24"/>
          <w:szCs w:val="24"/>
        </w:rPr>
        <w:t xml:space="preserve">Wenn du Jonathan tatkräftig unterstützen möchtest, fülle bitte </w:t>
      </w:r>
      <w:r w:rsidR="006E3B31" w:rsidRPr="00C0670A">
        <w:rPr>
          <w:rFonts w:ascii="Candara" w:hAnsi="Candara" w:cstheme="majorHAnsi"/>
          <w:sz w:val="24"/>
          <w:szCs w:val="24"/>
        </w:rPr>
        <w:t>das beigelegte</w:t>
      </w:r>
      <w:r w:rsidRPr="00C0670A">
        <w:rPr>
          <w:rFonts w:ascii="Candara" w:hAnsi="Candara" w:cstheme="majorHAnsi"/>
          <w:sz w:val="24"/>
          <w:szCs w:val="24"/>
        </w:rPr>
        <w:t xml:space="preserve"> Beitritt</w:t>
      </w:r>
      <w:r w:rsidR="00D92B9F" w:rsidRPr="00C0670A">
        <w:rPr>
          <w:rFonts w:ascii="Candara" w:hAnsi="Candara" w:cstheme="majorHAnsi"/>
          <w:sz w:val="24"/>
          <w:szCs w:val="24"/>
        </w:rPr>
        <w:t>s</w:t>
      </w:r>
      <w:r w:rsidR="006E3B31" w:rsidRPr="00C0670A">
        <w:rPr>
          <w:rFonts w:ascii="Candara" w:hAnsi="Candara" w:cstheme="majorHAnsi"/>
          <w:sz w:val="24"/>
          <w:szCs w:val="24"/>
        </w:rPr>
        <w:t>gesuch</w:t>
      </w:r>
      <w:r w:rsidRPr="00C0670A">
        <w:rPr>
          <w:rFonts w:ascii="Candara" w:hAnsi="Candara" w:cstheme="majorHAnsi"/>
          <w:sz w:val="24"/>
          <w:szCs w:val="24"/>
        </w:rPr>
        <w:t xml:space="preserve"> aus und </w:t>
      </w:r>
      <w:proofErr w:type="gramStart"/>
      <w:r w:rsidR="00D61403" w:rsidRPr="00C0670A">
        <w:rPr>
          <w:rFonts w:ascii="Candara" w:hAnsi="Candara" w:cstheme="majorHAnsi"/>
          <w:sz w:val="24"/>
          <w:szCs w:val="24"/>
        </w:rPr>
        <w:t>gib</w:t>
      </w:r>
      <w:proofErr w:type="gramEnd"/>
      <w:r w:rsidR="00D61403" w:rsidRPr="00C0670A">
        <w:rPr>
          <w:rFonts w:ascii="Candara" w:hAnsi="Candara" w:cstheme="majorHAnsi"/>
          <w:sz w:val="24"/>
          <w:szCs w:val="24"/>
        </w:rPr>
        <w:t xml:space="preserve"> dieses im Golfsekretariat a</w:t>
      </w:r>
      <w:r w:rsidR="00AD1071">
        <w:rPr>
          <w:rFonts w:ascii="Candara" w:hAnsi="Candara" w:cstheme="majorHAnsi"/>
          <w:sz w:val="24"/>
          <w:szCs w:val="24"/>
        </w:rPr>
        <w:t xml:space="preserve">b, oder nimm es am 11. Juni direkt an die Gründungsversammlung mit. </w:t>
      </w:r>
      <w:bookmarkStart w:id="0" w:name="_GoBack"/>
      <w:bookmarkEnd w:id="0"/>
    </w:p>
    <w:p w14:paraId="468728B0" w14:textId="77777777" w:rsidR="00D92B9F" w:rsidRPr="00C0670A" w:rsidRDefault="00D92B9F" w:rsidP="006722C7">
      <w:pPr>
        <w:autoSpaceDE w:val="0"/>
        <w:autoSpaceDN w:val="0"/>
        <w:adjustRightInd w:val="0"/>
        <w:rPr>
          <w:rFonts w:ascii="Candara" w:hAnsi="Candara" w:cstheme="majorHAnsi"/>
          <w:szCs w:val="20"/>
        </w:rPr>
      </w:pPr>
    </w:p>
    <w:p w14:paraId="149E7B8F" w14:textId="437C4F9F" w:rsidR="00441CFD" w:rsidRPr="00C0670A" w:rsidRDefault="00441CFD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C0670A">
        <w:rPr>
          <w:rFonts w:ascii="Candara" w:hAnsi="Candara" w:cstheme="majorHAnsi"/>
          <w:sz w:val="24"/>
          <w:szCs w:val="24"/>
        </w:rPr>
        <w:t>Gerne stehen wir dir bei Fragen oder Anregungen gerne zur Verfügung.</w:t>
      </w:r>
    </w:p>
    <w:p w14:paraId="635486D9" w14:textId="77777777" w:rsidR="00441CFD" w:rsidRPr="00C0670A" w:rsidRDefault="00441CFD" w:rsidP="006722C7">
      <w:pPr>
        <w:autoSpaceDE w:val="0"/>
        <w:autoSpaceDN w:val="0"/>
        <w:adjustRightInd w:val="0"/>
        <w:rPr>
          <w:rFonts w:ascii="Candara" w:hAnsi="Candara" w:cstheme="majorHAnsi"/>
          <w:szCs w:val="20"/>
        </w:rPr>
      </w:pPr>
    </w:p>
    <w:p w14:paraId="7DF173E7" w14:textId="77777777" w:rsidR="00441CFD" w:rsidRPr="00C0670A" w:rsidRDefault="00441CFD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C0670A">
        <w:rPr>
          <w:rFonts w:ascii="Candara" w:hAnsi="Candara" w:cstheme="majorHAnsi"/>
          <w:sz w:val="24"/>
          <w:szCs w:val="24"/>
        </w:rPr>
        <w:t>Sportliche Grüsse</w:t>
      </w:r>
    </w:p>
    <w:p w14:paraId="7F6B9B13" w14:textId="77777777" w:rsidR="00441CFD" w:rsidRPr="00C0670A" w:rsidRDefault="00441CFD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</w:p>
    <w:p w14:paraId="5E291226" w14:textId="1A893746" w:rsidR="00441CFD" w:rsidRPr="00C0670A" w:rsidRDefault="00D61403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C0670A">
        <w:rPr>
          <w:rFonts w:ascii="Candara" w:hAnsi="Candara" w:cstheme="majorHAnsi"/>
          <w:sz w:val="24"/>
          <w:szCs w:val="24"/>
        </w:rPr>
        <w:t>Theddy Christen</w:t>
      </w:r>
    </w:p>
    <w:p w14:paraId="0DC56656" w14:textId="32F86C9D" w:rsidR="006722C7" w:rsidRPr="00C0670A" w:rsidRDefault="00441CFD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  <w:r w:rsidRPr="00C0670A">
        <w:rPr>
          <w:rFonts w:ascii="Candara" w:hAnsi="Candara" w:cstheme="majorHAnsi"/>
          <w:sz w:val="24"/>
          <w:szCs w:val="24"/>
        </w:rPr>
        <w:t xml:space="preserve"> </w:t>
      </w:r>
    </w:p>
    <w:p w14:paraId="0F5656CA" w14:textId="77777777" w:rsidR="006722C7" w:rsidRPr="00C0670A" w:rsidRDefault="006722C7" w:rsidP="006722C7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</w:p>
    <w:p w14:paraId="0B0CE66C" w14:textId="77777777" w:rsidR="005934DB" w:rsidRPr="00C0670A" w:rsidRDefault="005934DB" w:rsidP="005934DB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</w:p>
    <w:p w14:paraId="719A917D" w14:textId="77777777" w:rsidR="005934DB" w:rsidRPr="00C0670A" w:rsidRDefault="005934DB" w:rsidP="005934DB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</w:p>
    <w:p w14:paraId="09BAF78D" w14:textId="77777777" w:rsidR="005934DB" w:rsidRPr="00C0670A" w:rsidRDefault="005934DB" w:rsidP="005934DB">
      <w:pPr>
        <w:autoSpaceDE w:val="0"/>
        <w:autoSpaceDN w:val="0"/>
        <w:adjustRightInd w:val="0"/>
        <w:rPr>
          <w:rFonts w:ascii="Candara" w:hAnsi="Candara" w:cstheme="majorHAnsi"/>
          <w:sz w:val="24"/>
          <w:szCs w:val="24"/>
        </w:rPr>
      </w:pPr>
    </w:p>
    <w:p w14:paraId="394504BF" w14:textId="77777777" w:rsidR="005934DB" w:rsidRPr="00C0670A" w:rsidRDefault="005934DB" w:rsidP="005934DB">
      <w:pPr>
        <w:rPr>
          <w:rFonts w:ascii="Candara" w:hAnsi="Candara" w:cstheme="majorHAnsi"/>
          <w:sz w:val="24"/>
          <w:szCs w:val="24"/>
        </w:rPr>
      </w:pPr>
    </w:p>
    <w:p w14:paraId="54CC828B" w14:textId="77777777" w:rsidR="005934DB" w:rsidRPr="00C0670A" w:rsidRDefault="005934DB" w:rsidP="005934DB">
      <w:pPr>
        <w:pStyle w:val="Listenabsatz"/>
        <w:rPr>
          <w:rFonts w:ascii="Candara" w:hAnsi="Candara" w:cstheme="majorHAnsi"/>
          <w:sz w:val="24"/>
          <w:szCs w:val="24"/>
        </w:rPr>
      </w:pPr>
    </w:p>
    <w:p w14:paraId="18E91DFF" w14:textId="77777777" w:rsidR="00022DCF" w:rsidRPr="00C0670A" w:rsidRDefault="00022DCF" w:rsidP="009B4FDC">
      <w:pPr>
        <w:rPr>
          <w:rFonts w:ascii="Candara" w:hAnsi="Candara" w:cstheme="majorHAnsi"/>
          <w:sz w:val="24"/>
          <w:szCs w:val="24"/>
        </w:rPr>
      </w:pPr>
    </w:p>
    <w:p w14:paraId="423085EB" w14:textId="77777777" w:rsidR="00022DCF" w:rsidRPr="00C0670A" w:rsidRDefault="00022DCF" w:rsidP="009B4FDC">
      <w:pPr>
        <w:rPr>
          <w:rFonts w:ascii="Candara" w:hAnsi="Candara" w:cstheme="majorHAnsi"/>
          <w:sz w:val="24"/>
          <w:szCs w:val="24"/>
        </w:rPr>
      </w:pPr>
    </w:p>
    <w:p w14:paraId="5A8E70BF" w14:textId="77777777" w:rsidR="00022DCF" w:rsidRPr="00C0670A" w:rsidRDefault="00022DCF" w:rsidP="009B4FDC">
      <w:pPr>
        <w:rPr>
          <w:rFonts w:ascii="Candara" w:hAnsi="Candara" w:cstheme="majorHAnsi"/>
          <w:sz w:val="24"/>
          <w:szCs w:val="24"/>
        </w:rPr>
      </w:pPr>
    </w:p>
    <w:p w14:paraId="25882A34" w14:textId="77777777" w:rsidR="00022DCF" w:rsidRPr="00C0670A" w:rsidRDefault="00022DCF" w:rsidP="009B4FDC">
      <w:pPr>
        <w:rPr>
          <w:rFonts w:ascii="Candara" w:hAnsi="Candara" w:cstheme="majorHAnsi"/>
          <w:sz w:val="24"/>
          <w:szCs w:val="24"/>
        </w:rPr>
      </w:pPr>
    </w:p>
    <w:p w14:paraId="73C7C60F" w14:textId="77777777" w:rsidR="00022DCF" w:rsidRPr="00C0670A" w:rsidRDefault="00022DCF" w:rsidP="009B4FDC">
      <w:pPr>
        <w:rPr>
          <w:rFonts w:ascii="Candara" w:hAnsi="Candara" w:cstheme="majorHAnsi"/>
          <w:sz w:val="24"/>
          <w:szCs w:val="24"/>
        </w:rPr>
      </w:pPr>
    </w:p>
    <w:p w14:paraId="52061DFE" w14:textId="77777777" w:rsidR="00022DCF" w:rsidRPr="00C0670A" w:rsidRDefault="00022DCF" w:rsidP="009B4FDC">
      <w:pPr>
        <w:rPr>
          <w:rFonts w:ascii="Candara" w:hAnsi="Candara" w:cstheme="majorHAnsi"/>
          <w:sz w:val="18"/>
          <w:szCs w:val="18"/>
        </w:rPr>
      </w:pPr>
    </w:p>
    <w:p w14:paraId="600B7A90" w14:textId="34696276" w:rsidR="009B4FDC" w:rsidRPr="00C0670A" w:rsidRDefault="009B4FDC" w:rsidP="00F65DE5">
      <w:pPr>
        <w:tabs>
          <w:tab w:val="left" w:pos="709"/>
          <w:tab w:val="left" w:pos="3402"/>
        </w:tabs>
        <w:rPr>
          <w:rFonts w:ascii="Candara" w:hAnsi="Candara" w:cstheme="majorHAnsi"/>
          <w:sz w:val="24"/>
          <w:szCs w:val="24"/>
        </w:rPr>
      </w:pPr>
    </w:p>
    <w:sectPr w:rsidR="009B4FDC" w:rsidRPr="00C0670A" w:rsidSect="00AA574E">
      <w:headerReference w:type="first" r:id="rId8"/>
      <w:footerReference w:type="first" r:id="rId9"/>
      <w:pgSz w:w="11906" w:h="16838" w:code="9"/>
      <w:pgMar w:top="1077" w:right="1418" w:bottom="1474" w:left="1985" w:header="0" w:footer="6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FFED5A" w14:textId="77777777" w:rsidR="00681075" w:rsidRDefault="00681075" w:rsidP="002D5F5A">
      <w:pPr>
        <w:spacing w:line="240" w:lineRule="auto"/>
      </w:pPr>
      <w:r>
        <w:separator/>
      </w:r>
    </w:p>
  </w:endnote>
  <w:endnote w:type="continuationSeparator" w:id="0">
    <w:p w14:paraId="08920CC7" w14:textId="77777777" w:rsidR="00681075" w:rsidRDefault="00681075" w:rsidP="002D5F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5463B" w14:textId="77777777" w:rsidR="007A5A80" w:rsidRDefault="007A5A80" w:rsidP="008521AC">
    <w:pPr>
      <w:pStyle w:val="Fuzeile"/>
      <w:tabs>
        <w:tab w:val="clear" w:pos="4536"/>
        <w:tab w:val="clear" w:pos="9639"/>
      </w:tabs>
      <w:ind w:right="-5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CED9A8" w14:textId="77777777" w:rsidR="00681075" w:rsidRDefault="00681075" w:rsidP="002D5F5A">
      <w:pPr>
        <w:spacing w:line="240" w:lineRule="auto"/>
      </w:pPr>
      <w:r>
        <w:separator/>
      </w:r>
    </w:p>
  </w:footnote>
  <w:footnote w:type="continuationSeparator" w:id="0">
    <w:p w14:paraId="1F97A434" w14:textId="77777777" w:rsidR="00681075" w:rsidRDefault="00681075" w:rsidP="002D5F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E7174" w14:textId="77777777" w:rsidR="007A5A80" w:rsidRDefault="007A5A80" w:rsidP="00A63BB4">
    <w:pPr>
      <w:pStyle w:val="Kopfzeile"/>
      <w:ind w:left="-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F4A1D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23083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6F6E3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99A27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E2A5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3035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62CF1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68A6B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33862A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E0C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743B5"/>
    <w:multiLevelType w:val="multilevel"/>
    <w:tmpl w:val="D46E1E92"/>
    <w:styleLink w:val="Aufzhlung"/>
    <w:lvl w:ilvl="0">
      <w:start w:val="1"/>
      <w:numFmt w:val="bullet"/>
      <w:pStyle w:val="Aufzhlungszeichen"/>
      <w:lvlText w:val="·"/>
      <w:lvlJc w:val="left"/>
      <w:pPr>
        <w:ind w:left="425" w:hanging="425"/>
      </w:pPr>
      <w:rPr>
        <w:rFonts w:ascii="Symbol" w:hAnsi="Symbol" w:hint="default"/>
        <w:color w:val="auto"/>
      </w:rPr>
    </w:lvl>
    <w:lvl w:ilvl="1">
      <w:start w:val="1"/>
      <w:numFmt w:val="bullet"/>
      <w:pStyle w:val="Aufzhlungszeichen2"/>
      <w:lvlText w:val="·"/>
      <w:lvlJc w:val="left"/>
      <w:pPr>
        <w:ind w:left="851" w:hanging="426"/>
      </w:pPr>
      <w:rPr>
        <w:rFonts w:ascii="Symbol" w:hAnsi="Symbol" w:hint="default"/>
        <w:color w:val="auto"/>
      </w:rPr>
    </w:lvl>
    <w:lvl w:ilvl="2">
      <w:start w:val="1"/>
      <w:numFmt w:val="bullet"/>
      <w:pStyle w:val="Aufzhlungszeichen3"/>
      <w:lvlText w:val="·"/>
      <w:lvlJc w:val="left"/>
      <w:pPr>
        <w:ind w:left="1276" w:hanging="425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EEA07E1"/>
    <w:multiLevelType w:val="hybridMultilevel"/>
    <w:tmpl w:val="EA86DA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57126"/>
    <w:multiLevelType w:val="hybridMultilevel"/>
    <w:tmpl w:val="F48088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994D8F"/>
    <w:multiLevelType w:val="hybridMultilevel"/>
    <w:tmpl w:val="5CEC509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617A80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4"/>
  </w:num>
  <w:num w:numId="2">
    <w:abstractNumId w:val="11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pStyle w:val="Aufzhlungszeichen"/>
        <w:lvlText w:val="·"/>
        <w:lvlJc w:val="left"/>
        <w:pPr>
          <w:ind w:left="425" w:hanging="425"/>
        </w:pPr>
        <w:rPr>
          <w:rFonts w:ascii="Symbol" w:hAnsi="Symbol" w:hint="default"/>
          <w:color w:val="auto"/>
        </w:rPr>
      </w:lvl>
    </w:lvlOverride>
  </w:num>
  <w:num w:numId="15">
    <w:abstractNumId w:val="10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82D"/>
    <w:rsid w:val="00007E43"/>
    <w:rsid w:val="00013CAB"/>
    <w:rsid w:val="00014EC4"/>
    <w:rsid w:val="000176D0"/>
    <w:rsid w:val="000207DA"/>
    <w:rsid w:val="00022DCF"/>
    <w:rsid w:val="00024BEB"/>
    <w:rsid w:val="0002727F"/>
    <w:rsid w:val="00040487"/>
    <w:rsid w:val="000421A8"/>
    <w:rsid w:val="00043AE3"/>
    <w:rsid w:val="00054AEB"/>
    <w:rsid w:val="0005647D"/>
    <w:rsid w:val="000700D9"/>
    <w:rsid w:val="0007489D"/>
    <w:rsid w:val="00080178"/>
    <w:rsid w:val="00090879"/>
    <w:rsid w:val="00093197"/>
    <w:rsid w:val="00094326"/>
    <w:rsid w:val="000A22C1"/>
    <w:rsid w:val="000A31AB"/>
    <w:rsid w:val="000B6D49"/>
    <w:rsid w:val="000C0200"/>
    <w:rsid w:val="000C23E9"/>
    <w:rsid w:val="000C4149"/>
    <w:rsid w:val="000C6556"/>
    <w:rsid w:val="000D6516"/>
    <w:rsid w:val="000E0008"/>
    <w:rsid w:val="000E44CF"/>
    <w:rsid w:val="001005ED"/>
    <w:rsid w:val="001150A4"/>
    <w:rsid w:val="0012147B"/>
    <w:rsid w:val="00127401"/>
    <w:rsid w:val="00132DD9"/>
    <w:rsid w:val="00175327"/>
    <w:rsid w:val="00175398"/>
    <w:rsid w:val="00194512"/>
    <w:rsid w:val="001A0009"/>
    <w:rsid w:val="001B2061"/>
    <w:rsid w:val="001C1693"/>
    <w:rsid w:val="001C5ED2"/>
    <w:rsid w:val="001D37B4"/>
    <w:rsid w:val="001D483B"/>
    <w:rsid w:val="001D5636"/>
    <w:rsid w:val="001E0B03"/>
    <w:rsid w:val="001E7E92"/>
    <w:rsid w:val="001F34F4"/>
    <w:rsid w:val="002000D0"/>
    <w:rsid w:val="0021227B"/>
    <w:rsid w:val="00222C39"/>
    <w:rsid w:val="00225CAC"/>
    <w:rsid w:val="00227380"/>
    <w:rsid w:val="00232176"/>
    <w:rsid w:val="00240C7C"/>
    <w:rsid w:val="002444C4"/>
    <w:rsid w:val="0025147D"/>
    <w:rsid w:val="00260E3B"/>
    <w:rsid w:val="00262303"/>
    <w:rsid w:val="00267E08"/>
    <w:rsid w:val="00283076"/>
    <w:rsid w:val="00285587"/>
    <w:rsid w:val="002962EA"/>
    <w:rsid w:val="00296562"/>
    <w:rsid w:val="002B12BE"/>
    <w:rsid w:val="002B5838"/>
    <w:rsid w:val="002C2B77"/>
    <w:rsid w:val="002C2BE9"/>
    <w:rsid w:val="002D3662"/>
    <w:rsid w:val="002D5F5A"/>
    <w:rsid w:val="002E3B80"/>
    <w:rsid w:val="002F1BAD"/>
    <w:rsid w:val="002F48A9"/>
    <w:rsid w:val="002F48CC"/>
    <w:rsid w:val="00302783"/>
    <w:rsid w:val="00304BC9"/>
    <w:rsid w:val="003075BD"/>
    <w:rsid w:val="00310466"/>
    <w:rsid w:val="003128C8"/>
    <w:rsid w:val="00320662"/>
    <w:rsid w:val="00335378"/>
    <w:rsid w:val="0033704C"/>
    <w:rsid w:val="003370AC"/>
    <w:rsid w:val="003419F4"/>
    <w:rsid w:val="00350BCF"/>
    <w:rsid w:val="00353E18"/>
    <w:rsid w:val="00363259"/>
    <w:rsid w:val="00363BB7"/>
    <w:rsid w:val="00365453"/>
    <w:rsid w:val="00365B24"/>
    <w:rsid w:val="00371D30"/>
    <w:rsid w:val="00372650"/>
    <w:rsid w:val="00394F02"/>
    <w:rsid w:val="003A31BA"/>
    <w:rsid w:val="003B481A"/>
    <w:rsid w:val="003D0363"/>
    <w:rsid w:val="003D3CD2"/>
    <w:rsid w:val="003D3E67"/>
    <w:rsid w:val="003D41F9"/>
    <w:rsid w:val="003E27C8"/>
    <w:rsid w:val="003E3459"/>
    <w:rsid w:val="003F1ED3"/>
    <w:rsid w:val="003F7A77"/>
    <w:rsid w:val="00401581"/>
    <w:rsid w:val="00406641"/>
    <w:rsid w:val="004174F3"/>
    <w:rsid w:val="00417CE2"/>
    <w:rsid w:val="00441425"/>
    <w:rsid w:val="00441CFD"/>
    <w:rsid w:val="0045788A"/>
    <w:rsid w:val="00457C6D"/>
    <w:rsid w:val="0046522D"/>
    <w:rsid w:val="00466A59"/>
    <w:rsid w:val="00472C7C"/>
    <w:rsid w:val="00473804"/>
    <w:rsid w:val="00493BD0"/>
    <w:rsid w:val="00495901"/>
    <w:rsid w:val="004A1626"/>
    <w:rsid w:val="004A1F57"/>
    <w:rsid w:val="004A7087"/>
    <w:rsid w:val="004B3398"/>
    <w:rsid w:val="004C0112"/>
    <w:rsid w:val="004C4F83"/>
    <w:rsid w:val="004C63CA"/>
    <w:rsid w:val="004D1AE4"/>
    <w:rsid w:val="004E429A"/>
    <w:rsid w:val="004E739B"/>
    <w:rsid w:val="004F2B17"/>
    <w:rsid w:val="004F3004"/>
    <w:rsid w:val="004F3D33"/>
    <w:rsid w:val="00501E78"/>
    <w:rsid w:val="00502C86"/>
    <w:rsid w:val="00503E91"/>
    <w:rsid w:val="00504AB5"/>
    <w:rsid w:val="00514E69"/>
    <w:rsid w:val="0051571D"/>
    <w:rsid w:val="0052202A"/>
    <w:rsid w:val="00527979"/>
    <w:rsid w:val="0054257D"/>
    <w:rsid w:val="00545CCF"/>
    <w:rsid w:val="0055106D"/>
    <w:rsid w:val="005513FC"/>
    <w:rsid w:val="005562C9"/>
    <w:rsid w:val="005605E1"/>
    <w:rsid w:val="005870B2"/>
    <w:rsid w:val="0059111D"/>
    <w:rsid w:val="005934DB"/>
    <w:rsid w:val="005979EA"/>
    <w:rsid w:val="005A04B5"/>
    <w:rsid w:val="005A200B"/>
    <w:rsid w:val="005A35E7"/>
    <w:rsid w:val="005A6E90"/>
    <w:rsid w:val="005A7EF0"/>
    <w:rsid w:val="005D0A17"/>
    <w:rsid w:val="005D65D0"/>
    <w:rsid w:val="005D668D"/>
    <w:rsid w:val="005E2E8C"/>
    <w:rsid w:val="005E4C31"/>
    <w:rsid w:val="005F22C1"/>
    <w:rsid w:val="005F7FAD"/>
    <w:rsid w:val="006003FB"/>
    <w:rsid w:val="006021CC"/>
    <w:rsid w:val="0060340D"/>
    <w:rsid w:val="00607BD6"/>
    <w:rsid w:val="00607EC9"/>
    <w:rsid w:val="00615006"/>
    <w:rsid w:val="00616268"/>
    <w:rsid w:val="00623C8F"/>
    <w:rsid w:val="00626058"/>
    <w:rsid w:val="00633173"/>
    <w:rsid w:val="00636AAB"/>
    <w:rsid w:val="006407B7"/>
    <w:rsid w:val="0066030D"/>
    <w:rsid w:val="006625C3"/>
    <w:rsid w:val="0066388C"/>
    <w:rsid w:val="00666B7E"/>
    <w:rsid w:val="006722C7"/>
    <w:rsid w:val="006736DB"/>
    <w:rsid w:val="00674929"/>
    <w:rsid w:val="00675422"/>
    <w:rsid w:val="00681075"/>
    <w:rsid w:val="00687218"/>
    <w:rsid w:val="006A618D"/>
    <w:rsid w:val="006B54D4"/>
    <w:rsid w:val="006C1962"/>
    <w:rsid w:val="006C40CE"/>
    <w:rsid w:val="006E27D0"/>
    <w:rsid w:val="006E3B31"/>
    <w:rsid w:val="006E741D"/>
    <w:rsid w:val="006F2062"/>
    <w:rsid w:val="006F2497"/>
    <w:rsid w:val="00700F33"/>
    <w:rsid w:val="007102A5"/>
    <w:rsid w:val="007174CA"/>
    <w:rsid w:val="0072077C"/>
    <w:rsid w:val="00726A6B"/>
    <w:rsid w:val="00727438"/>
    <w:rsid w:val="0073117C"/>
    <w:rsid w:val="00732B87"/>
    <w:rsid w:val="007355EE"/>
    <w:rsid w:val="007462AF"/>
    <w:rsid w:val="007465F3"/>
    <w:rsid w:val="00750DC2"/>
    <w:rsid w:val="0075388D"/>
    <w:rsid w:val="00762B24"/>
    <w:rsid w:val="00772CBD"/>
    <w:rsid w:val="00776529"/>
    <w:rsid w:val="007814CC"/>
    <w:rsid w:val="007948D8"/>
    <w:rsid w:val="007A344D"/>
    <w:rsid w:val="007A5A80"/>
    <w:rsid w:val="007D7158"/>
    <w:rsid w:val="007E7A8A"/>
    <w:rsid w:val="007F0739"/>
    <w:rsid w:val="007F082D"/>
    <w:rsid w:val="00800904"/>
    <w:rsid w:val="008074B8"/>
    <w:rsid w:val="008109A9"/>
    <w:rsid w:val="00842E44"/>
    <w:rsid w:val="008521AC"/>
    <w:rsid w:val="0086458B"/>
    <w:rsid w:val="00866777"/>
    <w:rsid w:val="008841DC"/>
    <w:rsid w:val="008867CC"/>
    <w:rsid w:val="00887CBE"/>
    <w:rsid w:val="00892E3C"/>
    <w:rsid w:val="008935B1"/>
    <w:rsid w:val="00893C3D"/>
    <w:rsid w:val="008A1075"/>
    <w:rsid w:val="008A2095"/>
    <w:rsid w:val="008A7088"/>
    <w:rsid w:val="008B02C4"/>
    <w:rsid w:val="008B045D"/>
    <w:rsid w:val="008C77F1"/>
    <w:rsid w:val="008E2FAD"/>
    <w:rsid w:val="008F1A11"/>
    <w:rsid w:val="008F380A"/>
    <w:rsid w:val="008F3A9D"/>
    <w:rsid w:val="00900203"/>
    <w:rsid w:val="00904719"/>
    <w:rsid w:val="00906DB5"/>
    <w:rsid w:val="0091244E"/>
    <w:rsid w:val="00921FD0"/>
    <w:rsid w:val="00923736"/>
    <w:rsid w:val="009240A6"/>
    <w:rsid w:val="00927A5B"/>
    <w:rsid w:val="009534B8"/>
    <w:rsid w:val="00954F6B"/>
    <w:rsid w:val="00955BE0"/>
    <w:rsid w:val="00963DFE"/>
    <w:rsid w:val="009647AC"/>
    <w:rsid w:val="00966EAE"/>
    <w:rsid w:val="00971F11"/>
    <w:rsid w:val="00973DBC"/>
    <w:rsid w:val="00977C4F"/>
    <w:rsid w:val="00977E35"/>
    <w:rsid w:val="00982090"/>
    <w:rsid w:val="009A52FF"/>
    <w:rsid w:val="009B19CC"/>
    <w:rsid w:val="009B28CD"/>
    <w:rsid w:val="009B4F72"/>
    <w:rsid w:val="009B4FDC"/>
    <w:rsid w:val="009C0475"/>
    <w:rsid w:val="009C0B04"/>
    <w:rsid w:val="009C5ADA"/>
    <w:rsid w:val="009C7B36"/>
    <w:rsid w:val="009D094C"/>
    <w:rsid w:val="009E3A51"/>
    <w:rsid w:val="009E59A7"/>
    <w:rsid w:val="009F397A"/>
    <w:rsid w:val="00A00A0C"/>
    <w:rsid w:val="00A01DF1"/>
    <w:rsid w:val="00A02814"/>
    <w:rsid w:val="00A03378"/>
    <w:rsid w:val="00A118F4"/>
    <w:rsid w:val="00A240FA"/>
    <w:rsid w:val="00A274DC"/>
    <w:rsid w:val="00A27B44"/>
    <w:rsid w:val="00A30E14"/>
    <w:rsid w:val="00A36776"/>
    <w:rsid w:val="00A434E9"/>
    <w:rsid w:val="00A551B0"/>
    <w:rsid w:val="00A5633E"/>
    <w:rsid w:val="00A576A9"/>
    <w:rsid w:val="00A57E18"/>
    <w:rsid w:val="00A61B7C"/>
    <w:rsid w:val="00A63989"/>
    <w:rsid w:val="00A63BB4"/>
    <w:rsid w:val="00A6400E"/>
    <w:rsid w:val="00A655DD"/>
    <w:rsid w:val="00A670F3"/>
    <w:rsid w:val="00A75E5A"/>
    <w:rsid w:val="00A86BC9"/>
    <w:rsid w:val="00A95F04"/>
    <w:rsid w:val="00A962A7"/>
    <w:rsid w:val="00A97C4D"/>
    <w:rsid w:val="00AA2D44"/>
    <w:rsid w:val="00AA574E"/>
    <w:rsid w:val="00AB1D25"/>
    <w:rsid w:val="00AB34A8"/>
    <w:rsid w:val="00AD1071"/>
    <w:rsid w:val="00AE3F1B"/>
    <w:rsid w:val="00AE46EE"/>
    <w:rsid w:val="00AE5761"/>
    <w:rsid w:val="00AF22D3"/>
    <w:rsid w:val="00B009B9"/>
    <w:rsid w:val="00B149D1"/>
    <w:rsid w:val="00B16002"/>
    <w:rsid w:val="00B16B0A"/>
    <w:rsid w:val="00B27530"/>
    <w:rsid w:val="00B43AEF"/>
    <w:rsid w:val="00B45963"/>
    <w:rsid w:val="00B4602B"/>
    <w:rsid w:val="00B62DAD"/>
    <w:rsid w:val="00B6303D"/>
    <w:rsid w:val="00B70F12"/>
    <w:rsid w:val="00B741E2"/>
    <w:rsid w:val="00B84BE9"/>
    <w:rsid w:val="00B97277"/>
    <w:rsid w:val="00BB0F1E"/>
    <w:rsid w:val="00BB5DCA"/>
    <w:rsid w:val="00BC7ED3"/>
    <w:rsid w:val="00BD1381"/>
    <w:rsid w:val="00BD35E0"/>
    <w:rsid w:val="00BD5E18"/>
    <w:rsid w:val="00BF4865"/>
    <w:rsid w:val="00C03C39"/>
    <w:rsid w:val="00C0670A"/>
    <w:rsid w:val="00C06E41"/>
    <w:rsid w:val="00C240BD"/>
    <w:rsid w:val="00C25A74"/>
    <w:rsid w:val="00C338C6"/>
    <w:rsid w:val="00C40294"/>
    <w:rsid w:val="00C50DD7"/>
    <w:rsid w:val="00C544AB"/>
    <w:rsid w:val="00C671C9"/>
    <w:rsid w:val="00C75E60"/>
    <w:rsid w:val="00C7601E"/>
    <w:rsid w:val="00C967A5"/>
    <w:rsid w:val="00CA56D3"/>
    <w:rsid w:val="00CA78D0"/>
    <w:rsid w:val="00CB2BB1"/>
    <w:rsid w:val="00CB3583"/>
    <w:rsid w:val="00CC68E0"/>
    <w:rsid w:val="00CE018B"/>
    <w:rsid w:val="00CE0416"/>
    <w:rsid w:val="00CE130D"/>
    <w:rsid w:val="00CE313F"/>
    <w:rsid w:val="00CE7703"/>
    <w:rsid w:val="00CF0471"/>
    <w:rsid w:val="00CF4F50"/>
    <w:rsid w:val="00D0072A"/>
    <w:rsid w:val="00D15B69"/>
    <w:rsid w:val="00D2333F"/>
    <w:rsid w:val="00D240BC"/>
    <w:rsid w:val="00D24554"/>
    <w:rsid w:val="00D41BD6"/>
    <w:rsid w:val="00D61403"/>
    <w:rsid w:val="00D71966"/>
    <w:rsid w:val="00D720C3"/>
    <w:rsid w:val="00D77C03"/>
    <w:rsid w:val="00D8101D"/>
    <w:rsid w:val="00D87AEA"/>
    <w:rsid w:val="00D90127"/>
    <w:rsid w:val="00D91A45"/>
    <w:rsid w:val="00D922AF"/>
    <w:rsid w:val="00D92B9F"/>
    <w:rsid w:val="00DA15AE"/>
    <w:rsid w:val="00DA2B21"/>
    <w:rsid w:val="00DA490F"/>
    <w:rsid w:val="00DA585F"/>
    <w:rsid w:val="00DC40D9"/>
    <w:rsid w:val="00DC50D3"/>
    <w:rsid w:val="00DC739A"/>
    <w:rsid w:val="00DD2EFD"/>
    <w:rsid w:val="00DE5332"/>
    <w:rsid w:val="00DF67BE"/>
    <w:rsid w:val="00E01E91"/>
    <w:rsid w:val="00E030FF"/>
    <w:rsid w:val="00E0416A"/>
    <w:rsid w:val="00E20948"/>
    <w:rsid w:val="00E23FE6"/>
    <w:rsid w:val="00E33343"/>
    <w:rsid w:val="00E41167"/>
    <w:rsid w:val="00E436AD"/>
    <w:rsid w:val="00E45DC8"/>
    <w:rsid w:val="00E62915"/>
    <w:rsid w:val="00E62F15"/>
    <w:rsid w:val="00E70827"/>
    <w:rsid w:val="00E74374"/>
    <w:rsid w:val="00E9425A"/>
    <w:rsid w:val="00EB31AB"/>
    <w:rsid w:val="00EE00FD"/>
    <w:rsid w:val="00EE1231"/>
    <w:rsid w:val="00EE757A"/>
    <w:rsid w:val="00F00EBB"/>
    <w:rsid w:val="00F138CA"/>
    <w:rsid w:val="00F16D0D"/>
    <w:rsid w:val="00F20E98"/>
    <w:rsid w:val="00F34587"/>
    <w:rsid w:val="00F34916"/>
    <w:rsid w:val="00F436F0"/>
    <w:rsid w:val="00F4428A"/>
    <w:rsid w:val="00F54105"/>
    <w:rsid w:val="00F63233"/>
    <w:rsid w:val="00F65DE5"/>
    <w:rsid w:val="00F66F9E"/>
    <w:rsid w:val="00F753A8"/>
    <w:rsid w:val="00F775A9"/>
    <w:rsid w:val="00F908D6"/>
    <w:rsid w:val="00FA2642"/>
    <w:rsid w:val="00FB1CA5"/>
    <w:rsid w:val="00FC4EDC"/>
    <w:rsid w:val="00FD0B5A"/>
    <w:rsid w:val="00FD284A"/>
    <w:rsid w:val="00FD29AF"/>
    <w:rsid w:val="00FD4C66"/>
    <w:rsid w:val="00FE43BB"/>
    <w:rsid w:val="00FE5A5F"/>
    <w:rsid w:val="00FF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484DF2A"/>
  <w15:docId w15:val="{B5BC88AA-5457-4018-A718-10686F1FB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F2062"/>
    <w:pPr>
      <w:spacing w:after="0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414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41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414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4414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Cs/>
      <w:color w:val="337148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4414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37148" w:themeColor="accent1"/>
      <w:u w:val="single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44142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9382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8C77F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7F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337148" w:themeColor="accent1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7F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41425"/>
    <w:rPr>
      <w:rFonts w:asciiTheme="majorHAnsi" w:eastAsiaTheme="majorEastAsia" w:hAnsiTheme="majorHAnsi" w:cstheme="majorBidi"/>
      <w:b/>
      <w:bCs/>
      <w:color w:val="000000" w:themeColor="text1"/>
      <w:sz w:val="24"/>
      <w:szCs w:val="28"/>
    </w:rPr>
  </w:style>
  <w:style w:type="paragraph" w:styleId="Listenabsatz">
    <w:name w:val="List Paragraph"/>
    <w:basedOn w:val="Standard"/>
    <w:uiPriority w:val="34"/>
    <w:rsid w:val="008C77F1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441425"/>
    <w:rPr>
      <w:rFonts w:asciiTheme="majorHAnsi" w:eastAsiaTheme="majorEastAsia" w:hAnsiTheme="majorHAnsi" w:cstheme="majorBidi"/>
      <w:b/>
      <w:bCs/>
      <w:color w:val="000000" w:themeColor="text1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1425"/>
    <w:rPr>
      <w:rFonts w:asciiTheme="majorHAnsi" w:eastAsiaTheme="majorEastAsia" w:hAnsiTheme="majorHAnsi" w:cstheme="majorBidi"/>
      <w:b/>
      <w:bCs/>
      <w:color w:val="000000" w:themeColor="tex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1425"/>
    <w:rPr>
      <w:rFonts w:asciiTheme="majorHAnsi" w:eastAsiaTheme="majorEastAsia" w:hAnsiTheme="majorHAnsi" w:cstheme="majorBidi"/>
      <w:b/>
      <w:bCs/>
      <w:iCs/>
      <w:color w:val="337148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41425"/>
    <w:rPr>
      <w:rFonts w:asciiTheme="majorHAnsi" w:eastAsiaTheme="majorEastAsia" w:hAnsiTheme="majorHAnsi" w:cstheme="majorBidi"/>
      <w:color w:val="337148" w:themeColor="accent1"/>
      <w:sz w:val="20"/>
      <w:u w:val="singl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41425"/>
    <w:rPr>
      <w:rFonts w:asciiTheme="majorHAnsi" w:eastAsiaTheme="majorEastAsia" w:hAnsiTheme="majorHAnsi" w:cstheme="majorBidi"/>
      <w:i/>
      <w:iCs/>
      <w:color w:val="193823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8C77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8C77F1"/>
    <w:rPr>
      <w:rFonts w:asciiTheme="majorHAnsi" w:eastAsiaTheme="majorEastAsia" w:hAnsiTheme="majorHAnsi" w:cstheme="majorBidi"/>
      <w:color w:val="337148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8C77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rsid w:val="00441425"/>
    <w:pPr>
      <w:spacing w:line="240" w:lineRule="auto"/>
    </w:pPr>
    <w:rPr>
      <w:b/>
      <w:bCs/>
      <w:color w:val="000000" w:themeColor="tex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rsid w:val="00441425"/>
    <w:pPr>
      <w:pBdr>
        <w:bottom w:val="single" w:sz="8" w:space="4" w:color="337148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37148" w:themeColor="accent1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41425"/>
    <w:rPr>
      <w:rFonts w:asciiTheme="majorHAnsi" w:eastAsiaTheme="majorEastAsia" w:hAnsiTheme="majorHAnsi" w:cstheme="majorBidi"/>
      <w:color w:val="337148" w:themeColor="accent1"/>
      <w:spacing w:val="5"/>
      <w:kern w:val="28"/>
      <w:sz w:val="36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rsid w:val="00441425"/>
    <w:pPr>
      <w:numPr>
        <w:ilvl w:val="1"/>
      </w:numPr>
    </w:pPr>
    <w:rPr>
      <w:rFonts w:asciiTheme="majorHAnsi" w:eastAsiaTheme="majorEastAsia" w:hAnsiTheme="majorHAnsi" w:cstheme="majorBidi"/>
      <w:i/>
      <w:iCs/>
      <w:color w:val="337148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41425"/>
    <w:rPr>
      <w:rFonts w:asciiTheme="majorHAnsi" w:eastAsiaTheme="majorEastAsia" w:hAnsiTheme="majorHAnsi" w:cstheme="majorBidi"/>
      <w:i/>
      <w:iCs/>
      <w:color w:val="337148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8C77F1"/>
    <w:rPr>
      <w:b/>
      <w:bCs/>
    </w:rPr>
  </w:style>
  <w:style w:type="character" w:styleId="Hervorhebung">
    <w:name w:val="Emphasis"/>
    <w:basedOn w:val="Absatz-Standardschriftart"/>
    <w:uiPriority w:val="20"/>
    <w:rsid w:val="008C77F1"/>
    <w:rPr>
      <w:i/>
      <w:iCs/>
    </w:rPr>
  </w:style>
  <w:style w:type="paragraph" w:styleId="KeinLeerraum">
    <w:name w:val="No Spacing"/>
    <w:link w:val="KeinLeerraumZchn"/>
    <w:qFormat/>
    <w:rsid w:val="00441425"/>
    <w:pPr>
      <w:spacing w:after="0" w:line="240" w:lineRule="auto"/>
    </w:pPr>
    <w:rPr>
      <w:sz w:val="20"/>
    </w:rPr>
  </w:style>
  <w:style w:type="character" w:customStyle="1" w:styleId="KeinLeerraumZchn">
    <w:name w:val="Kein Leerraum Zchn"/>
    <w:basedOn w:val="Absatz-Standardschriftart"/>
    <w:link w:val="KeinLeerraum"/>
    <w:rsid w:val="00441425"/>
    <w:rPr>
      <w:sz w:val="20"/>
    </w:rPr>
  </w:style>
  <w:style w:type="paragraph" w:styleId="Zitat">
    <w:name w:val="Quote"/>
    <w:basedOn w:val="Standard"/>
    <w:next w:val="Standard"/>
    <w:link w:val="ZitatZchn"/>
    <w:uiPriority w:val="29"/>
    <w:rsid w:val="008C77F1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8C77F1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8C77F1"/>
    <w:pPr>
      <w:pBdr>
        <w:bottom w:val="single" w:sz="4" w:space="4" w:color="337148" w:themeColor="accent1"/>
      </w:pBdr>
      <w:spacing w:before="200" w:after="280"/>
      <w:ind w:left="936" w:right="936"/>
    </w:pPr>
    <w:rPr>
      <w:b/>
      <w:bCs/>
      <w:i/>
      <w:iCs/>
      <w:color w:val="337148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7F1"/>
    <w:rPr>
      <w:b/>
      <w:bCs/>
      <w:i/>
      <w:iCs/>
      <w:color w:val="337148" w:themeColor="accent1"/>
    </w:rPr>
  </w:style>
  <w:style w:type="character" w:styleId="SchwacheHervorhebung">
    <w:name w:val="Subtle Emphasis"/>
    <w:basedOn w:val="Absatz-Standardschriftart"/>
    <w:uiPriority w:val="19"/>
    <w:rsid w:val="008C77F1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rsid w:val="00441425"/>
    <w:rPr>
      <w:b/>
      <w:bCs/>
      <w:i/>
      <w:iCs/>
      <w:color w:val="000000" w:themeColor="text1"/>
    </w:rPr>
  </w:style>
  <w:style w:type="character" w:styleId="SchwacherVerweis">
    <w:name w:val="Subtle Reference"/>
    <w:basedOn w:val="Absatz-Standardschriftart"/>
    <w:uiPriority w:val="31"/>
    <w:rsid w:val="008C77F1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8C77F1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8C77F1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C77F1"/>
    <w:pPr>
      <w:outlineLvl w:val="9"/>
    </w:pPr>
  </w:style>
  <w:style w:type="paragraph" w:styleId="Fuzeile">
    <w:name w:val="footer"/>
    <w:basedOn w:val="Standard"/>
    <w:link w:val="FuzeileZchn"/>
    <w:uiPriority w:val="99"/>
    <w:unhideWhenUsed/>
    <w:rsid w:val="00E030FF"/>
    <w:pPr>
      <w:tabs>
        <w:tab w:val="center" w:pos="4536"/>
        <w:tab w:val="right" w:pos="9639"/>
      </w:tabs>
      <w:spacing w:line="240" w:lineRule="auto"/>
    </w:pPr>
    <w:rPr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030FF"/>
    <w:rPr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304BC9"/>
    <w:rPr>
      <w:vanish/>
      <w:color w:val="7F7F7F" w:themeColor="text1" w:themeTint="80"/>
    </w:rPr>
  </w:style>
  <w:style w:type="paragraph" w:customStyle="1" w:styleId="Absenderzeile">
    <w:name w:val="Absenderzeile"/>
    <w:basedOn w:val="Standard"/>
    <w:next w:val="Standard"/>
    <w:qFormat/>
    <w:rsid w:val="00502C86"/>
    <w:pPr>
      <w:spacing w:after="180"/>
    </w:pPr>
    <w:rPr>
      <w:sz w:val="14"/>
      <w:u w:val="single"/>
    </w:rPr>
  </w:style>
  <w:style w:type="paragraph" w:styleId="Aufzhlungszeichen">
    <w:name w:val="List Bullet"/>
    <w:basedOn w:val="Standard"/>
    <w:uiPriority w:val="99"/>
    <w:unhideWhenUsed/>
    <w:qFormat/>
    <w:rsid w:val="002D5F5A"/>
    <w:pPr>
      <w:numPr>
        <w:numId w:val="14"/>
      </w:numPr>
      <w:contextualSpacing/>
    </w:pPr>
  </w:style>
  <w:style w:type="paragraph" w:styleId="Listennummer">
    <w:name w:val="List Number"/>
    <w:basedOn w:val="Standard"/>
    <w:uiPriority w:val="99"/>
    <w:unhideWhenUsed/>
    <w:qFormat/>
    <w:rsid w:val="002D5F5A"/>
    <w:pPr>
      <w:numPr>
        <w:numId w:val="9"/>
      </w:numPr>
      <w:tabs>
        <w:tab w:val="clear" w:pos="360"/>
        <w:tab w:val="left" w:pos="284"/>
      </w:tabs>
      <w:ind w:left="425" w:hanging="425"/>
      <w:contextualSpacing/>
    </w:pPr>
  </w:style>
  <w:style w:type="numbering" w:customStyle="1" w:styleId="Aufzhlung">
    <w:name w:val="Aufzählung"/>
    <w:uiPriority w:val="99"/>
    <w:rsid w:val="002D5F5A"/>
    <w:pPr>
      <w:numPr>
        <w:numId w:val="15"/>
      </w:numPr>
    </w:pPr>
  </w:style>
  <w:style w:type="paragraph" w:styleId="Kopfzeile">
    <w:name w:val="header"/>
    <w:basedOn w:val="Standard"/>
    <w:link w:val="KopfzeileZchn"/>
    <w:uiPriority w:val="99"/>
    <w:unhideWhenUsed/>
    <w:rsid w:val="002D5F5A"/>
    <w:pPr>
      <w:tabs>
        <w:tab w:val="center" w:pos="4536"/>
        <w:tab w:val="right" w:pos="9072"/>
      </w:tabs>
      <w:spacing w:line="240" w:lineRule="auto"/>
    </w:pPr>
  </w:style>
  <w:style w:type="paragraph" w:styleId="Aufzhlungszeichen2">
    <w:name w:val="List Bullet 2"/>
    <w:basedOn w:val="Standard"/>
    <w:uiPriority w:val="99"/>
    <w:unhideWhenUsed/>
    <w:rsid w:val="002D5F5A"/>
    <w:pPr>
      <w:numPr>
        <w:ilvl w:val="1"/>
        <w:numId w:val="14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2D5F5A"/>
    <w:pPr>
      <w:numPr>
        <w:ilvl w:val="2"/>
        <w:numId w:val="14"/>
      </w:numPr>
      <w:contextualSpacing/>
    </w:pPr>
  </w:style>
  <w:style w:type="character" w:customStyle="1" w:styleId="KopfzeileZchn">
    <w:name w:val="Kopfzeile Zchn"/>
    <w:basedOn w:val="Absatz-Standardschriftart"/>
    <w:link w:val="Kopfzeile"/>
    <w:uiPriority w:val="99"/>
    <w:rsid w:val="002D5F5A"/>
    <w:rPr>
      <w:sz w:val="20"/>
    </w:rPr>
  </w:style>
  <w:style w:type="table" w:styleId="Tabellenraster">
    <w:name w:val="Table Grid"/>
    <w:basedOn w:val="NormaleTabelle"/>
    <w:uiPriority w:val="59"/>
    <w:rsid w:val="008B0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next w:val="Standard"/>
    <w:qFormat/>
    <w:rsid w:val="00F66F9E"/>
    <w:pPr>
      <w:spacing w:before="560" w:after="260"/>
    </w:pPr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2E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2EFD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2D3662"/>
  </w:style>
  <w:style w:type="paragraph" w:styleId="Verzeichnis2">
    <w:name w:val="toc 2"/>
    <w:basedOn w:val="Standard"/>
    <w:next w:val="Standard"/>
    <w:autoRedefine/>
    <w:uiPriority w:val="39"/>
    <w:unhideWhenUsed/>
    <w:rsid w:val="002D3662"/>
    <w:pPr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2D3662"/>
    <w:pPr>
      <w:ind w:left="400"/>
    </w:pPr>
  </w:style>
  <w:style w:type="paragraph" w:styleId="Verzeichnis4">
    <w:name w:val="toc 4"/>
    <w:basedOn w:val="Standard"/>
    <w:next w:val="Standard"/>
    <w:autoRedefine/>
    <w:uiPriority w:val="39"/>
    <w:unhideWhenUsed/>
    <w:rsid w:val="002D3662"/>
    <w:pPr>
      <w:ind w:left="600"/>
    </w:pPr>
  </w:style>
  <w:style w:type="paragraph" w:styleId="Verzeichnis5">
    <w:name w:val="toc 5"/>
    <w:basedOn w:val="Standard"/>
    <w:next w:val="Standard"/>
    <w:autoRedefine/>
    <w:uiPriority w:val="39"/>
    <w:unhideWhenUsed/>
    <w:rsid w:val="002D3662"/>
    <w:pPr>
      <w:ind w:left="800"/>
    </w:pPr>
  </w:style>
  <w:style w:type="paragraph" w:styleId="Verzeichnis6">
    <w:name w:val="toc 6"/>
    <w:basedOn w:val="Standard"/>
    <w:next w:val="Standard"/>
    <w:autoRedefine/>
    <w:uiPriority w:val="39"/>
    <w:unhideWhenUsed/>
    <w:rsid w:val="002D3662"/>
    <w:pPr>
      <w:ind w:left="1000"/>
    </w:pPr>
  </w:style>
  <w:style w:type="paragraph" w:styleId="Verzeichnis7">
    <w:name w:val="toc 7"/>
    <w:basedOn w:val="Standard"/>
    <w:next w:val="Standard"/>
    <w:autoRedefine/>
    <w:uiPriority w:val="39"/>
    <w:unhideWhenUsed/>
    <w:rsid w:val="002D3662"/>
    <w:pPr>
      <w:ind w:left="1200"/>
    </w:pPr>
  </w:style>
  <w:style w:type="paragraph" w:styleId="Verzeichnis8">
    <w:name w:val="toc 8"/>
    <w:basedOn w:val="Standard"/>
    <w:next w:val="Standard"/>
    <w:autoRedefine/>
    <w:uiPriority w:val="39"/>
    <w:unhideWhenUsed/>
    <w:rsid w:val="002D3662"/>
    <w:pPr>
      <w:ind w:left="1400"/>
    </w:pPr>
  </w:style>
  <w:style w:type="paragraph" w:styleId="Verzeichnis9">
    <w:name w:val="toc 9"/>
    <w:basedOn w:val="Standard"/>
    <w:next w:val="Standard"/>
    <w:autoRedefine/>
    <w:uiPriority w:val="39"/>
    <w:unhideWhenUsed/>
    <w:rsid w:val="002D3662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0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&#252;ndler\Dropbox\Vorstand%20Club%20100\Briefschaften_Logos\Club%20100_Brief.dotx" TargetMode="External"/></Relationships>
</file>

<file path=word/theme/theme1.xml><?xml version="1.0" encoding="utf-8"?>
<a:theme xmlns:a="http://schemas.openxmlformats.org/drawingml/2006/main" name="Larissa">
  <a:themeElements>
    <a:clrScheme name="Golf Emmental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337148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8BB50A-139A-4B42-9EC0-444D197B5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Club 100_Brief</Template>
  <TotalTime>0</TotalTime>
  <Pages>2</Pages>
  <Words>349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aDue IT GmbH</Company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Bründler</dc:creator>
  <cp:lastModifiedBy>Salomé Garbely</cp:lastModifiedBy>
  <cp:revision>5</cp:revision>
  <cp:lastPrinted>2020-05-29T15:52:00Z</cp:lastPrinted>
  <dcterms:created xsi:type="dcterms:W3CDTF">2020-03-11T20:23:00Z</dcterms:created>
  <dcterms:modified xsi:type="dcterms:W3CDTF">2020-05-29T17:20:00Z</dcterms:modified>
</cp:coreProperties>
</file>